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B9B35" w14:textId="6DA509B0" w:rsidR="00B90755" w:rsidRPr="00FF2C71" w:rsidRDefault="00C21E46" w:rsidP="00FF2C71">
      <w:pPr>
        <w:spacing w:line="264" w:lineRule="auto"/>
        <w:ind w:right="2556"/>
        <w:rPr>
          <w:rFonts w:ascii="Arial" w:hAnsi="Arial" w:cs="Arial"/>
          <w:b/>
          <w:noProof/>
          <w:sz w:val="20"/>
          <w:szCs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F718DFC" wp14:editId="4DD3566D">
                <wp:simplePos x="0" y="0"/>
                <wp:positionH relativeFrom="column">
                  <wp:posOffset>5005727</wp:posOffset>
                </wp:positionH>
                <wp:positionV relativeFrom="paragraph">
                  <wp:posOffset>106045</wp:posOffset>
                </wp:positionV>
                <wp:extent cx="1599565" cy="3776980"/>
                <wp:effectExtent l="0" t="0" r="635" b="0"/>
                <wp:wrapNone/>
                <wp:docPr id="534581103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9565" cy="3776980"/>
                          <a:chOff x="0" y="0"/>
                          <a:chExt cx="1599565" cy="3776980"/>
                        </a:xfrm>
                      </wpg:grpSpPr>
                      <wpg:grpSp>
                        <wpg:cNvPr id="12" name="Gruppieren 3"/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1599565" cy="3776980"/>
                            <a:chOff x="0" y="894621"/>
                            <a:chExt cx="1600200" cy="3773882"/>
                          </a:xfrm>
                        </wpg:grpSpPr>
                        <wps:wsp>
                          <wps:cNvPr id="15" name="Text Box 83"/>
                          <wps:cNvSpPr txBox="1">
                            <a:spLocks/>
                          </wps:cNvSpPr>
                          <wps:spPr bwMode="auto">
                            <a:xfrm>
                              <a:off x="0" y="894621"/>
                              <a:ext cx="1600200" cy="491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078F726" w14:textId="77777777" w:rsidR="00B01F4B" w:rsidRPr="00B01F4B" w:rsidRDefault="00B01F4B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Diese Bild</w:t>
                                </w:r>
                                <w:r w:rsidR="004F7FEC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er</w:t>
                                </w: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 xml:space="preserve"> finden Sie beigefügt </w:t>
                                </w:r>
                              </w:p>
                              <w:p w14:paraId="4BAE58A0" w14:textId="77777777" w:rsidR="00B01F4B" w:rsidRDefault="00B01F4B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B01F4B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als JPG:</w:t>
                                </w:r>
                              </w:p>
                              <w:p w14:paraId="7A8ADA92" w14:textId="77777777" w:rsidR="00FE401C" w:rsidRPr="00A92AC0" w:rsidRDefault="00FE401C" w:rsidP="00FE401C">
                                <w:pPr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</w:pPr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 xml:space="preserve">Alle Bilder: </w:t>
                                </w:r>
                                <w:proofErr w:type="spellStart"/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 xml:space="preserve"> Deutschland </w:t>
                                </w:r>
                                <w:proofErr w:type="spellStart"/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>Positioning</w:t>
                                </w:r>
                                <w:proofErr w:type="spellEnd"/>
                                <w:r w:rsidRPr="00A92AC0">
                                  <w:rPr>
                                    <w:rFonts w:ascii="Arial" w:hAnsi="Arial" w:cs="Arial"/>
                                    <w:bCs/>
                                    <w:sz w:val="14"/>
                                  </w:rPr>
                                  <w:t xml:space="preserve"> GmbH</w:t>
                                </w:r>
                              </w:p>
                              <w:p w14:paraId="3BF01B2F" w14:textId="77777777" w:rsidR="00FE401C" w:rsidRDefault="00FE401C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</w:p>
                              <w:p w14:paraId="054FB591" w14:textId="77777777" w:rsidR="00FE401C" w:rsidRDefault="00FE401C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</w:p>
                              <w:p w14:paraId="5DF526D5" w14:textId="77777777" w:rsidR="00FE401C" w:rsidRDefault="00FE401C" w:rsidP="00B01F4B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</w:p>
                              <w:p w14:paraId="20DFAB32" w14:textId="1CAA1AAE" w:rsidR="00FE401C" w:rsidRPr="00B01F4B" w:rsidRDefault="00FE401C" w:rsidP="00B01F4B">
                                <w:pPr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63"/>
                          <wps:cNvSpPr txBox="1">
                            <a:spLocks/>
                          </wps:cNvSpPr>
                          <wps:spPr bwMode="auto">
                            <a:xfrm>
                              <a:off x="0" y="3951179"/>
                              <a:ext cx="1440181" cy="7173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BDBD8DA" w14:textId="725C83CA" w:rsidR="00187E48" w:rsidRPr="005F6114" w:rsidRDefault="00C70E00" w:rsidP="00187E48">
                                <w:pP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T2311_DigitalLayoutSoftware</w:t>
                                </w:r>
                                <w:r w:rsidR="00187E48" w:rsidRPr="005F6114"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eastAsia="ar-SA"/>
                                  </w:rPr>
                                  <w:t>.jpg</w:t>
                                </w:r>
                              </w:p>
                              <w:p w14:paraId="3C1B1C94" w14:textId="059B11FD" w:rsidR="00187E48" w:rsidRPr="005F6114" w:rsidRDefault="006F35CE" w:rsidP="00127814">
                                <w:pPr>
                                  <w:tabs>
                                    <w:tab w:val="left" w:pos="5670"/>
                                  </w:tabs>
                                  <w:spacing w:line="264" w:lineRule="auto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Die neue Digital Layout Software von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Topcon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ermöglicht Bauunternehmen einen digitalen </w:t>
                                </w:r>
                                <w:r w:rsidR="00C70E00">
                                  <w:rPr>
                                    <w:rFonts w:ascii="Arial" w:hAnsi="Arial" w:cs="Arial"/>
                                    <w:sz w:val="14"/>
                                  </w:rPr>
                                  <w:t>Vermessungs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>-</w:t>
                                </w:r>
                                <w:r w:rsidR="00C70E00"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und Absteckungs-Prozess.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059488" name="Grafik 3" descr="Ein Bild, das Maschine, gelb, Ausrüstung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90525"/>
                            <a:ext cx="1439545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66089233" name="Grafik 2" descr="Ein Bild, das Person, Kleidung, drauß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54557"/>
                            <a:ext cx="1439545" cy="960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718DFC" id="Gruppieren 6" o:spid="_x0000_s1026" style="position:absolute;margin-left:394.15pt;margin-top:8.35pt;width:125.95pt;height:297.4pt;z-index:251663872" coordsize="15995,3776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">
                <v:group id="Gruppieren 3" o:spid="_x0000_s1027" style="position:absolute;width:15995;height:37769" coordorigin=",8946" coordsize="16002,377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&#13;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28" type="#_x0000_t202" style="position:absolute;top:8946;width:16002;height:49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" stroked="f">
                    <v:textbox inset="0,0,0,0">
                      <w:txbxContent>
                        <w:p w14:paraId="5078F726" w14:textId="77777777" w:rsidR="00B01F4B" w:rsidRPr="00B01F4B" w:rsidRDefault="00B01F4B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Diese Bild</w:t>
                          </w:r>
                          <w:r w:rsidR="004F7FEC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er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 xml:space="preserve"> finden Sie beigefügt </w:t>
                          </w:r>
                        </w:p>
                        <w:p w14:paraId="4BAE58A0" w14:textId="77777777" w:rsidR="00B01F4B" w:rsidRDefault="00B01F4B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4"/>
                            </w:rPr>
                            <w:t>als JPG:</w:t>
                          </w:r>
                        </w:p>
                        <w:p w14:paraId="7A8ADA92" w14:textId="77777777" w:rsidR="00FE401C" w:rsidRPr="00A92AC0" w:rsidRDefault="00FE401C" w:rsidP="00FE401C">
                          <w:pPr>
                            <w:rPr>
                              <w:rFonts w:ascii="Arial" w:hAnsi="Arial" w:cs="Arial"/>
                              <w:bCs/>
                              <w:sz w:val="14"/>
                            </w:rPr>
                          </w:pPr>
                          <w:r w:rsidRPr="00A92AC0">
                            <w:rPr>
                              <w:rFonts w:ascii="Arial" w:hAnsi="Arial" w:cs="Arial"/>
                              <w:bCs/>
                              <w:sz w:val="14"/>
                            </w:rPr>
                            <w:t>Alle Bilder: Topcon Deutschland Positioning GmbH</w:t>
                          </w:r>
                        </w:p>
                        <w:p w14:paraId="3BF01B2F" w14:textId="77777777" w:rsidR="00FE401C" w:rsidRDefault="00FE401C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</w:p>
                        <w:p w14:paraId="054FB591" w14:textId="77777777" w:rsidR="00FE401C" w:rsidRDefault="00FE401C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</w:p>
                        <w:p w14:paraId="5DF526D5" w14:textId="77777777" w:rsidR="00FE401C" w:rsidRDefault="00FE401C" w:rsidP="00B01F4B">
                          <w:pPr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</w:p>
                        <w:p w14:paraId="20DFAB32" w14:textId="1CAA1AAE" w:rsidR="00FE401C" w:rsidRPr="00B01F4B" w:rsidRDefault="00FE401C" w:rsidP="00B01F4B">
                          <w:pPr>
                            <w:rPr>
                              <w:rFonts w:ascii="Arial" w:hAnsi="Arial" w:cs="Arial"/>
                              <w:sz w:val="14"/>
                            </w:rPr>
                          </w:pPr>
                        </w:p>
                      </w:txbxContent>
                    </v:textbox>
                  </v:shape>
                  <v:shape id="Text Box 63" o:spid="_x0000_s1029" type="#_x0000_t202" style="position:absolute;top:39511;width:14401;height:71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" stroked="f">
                    <v:textbox inset="0,0,0,0">
                      <w:txbxContent>
                        <w:p w14:paraId="7BDBD8DA" w14:textId="725C83CA" w:rsidR="00187E48" w:rsidRPr="005F6114" w:rsidRDefault="00C70E00" w:rsidP="00187E48">
                          <w:pP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T2311_DigitalLayoutSoftware</w:t>
                          </w:r>
                          <w:r w:rsidR="00187E48" w:rsidRPr="005F6114">
                            <w:rPr>
                              <w:rFonts w:ascii="Arial" w:hAnsi="Arial" w:cs="Arial"/>
                              <w:b/>
                              <w:sz w:val="14"/>
                              <w:lang w:eastAsia="ar-SA"/>
                            </w:rPr>
                            <w:t>.jpg</w:t>
                          </w:r>
                        </w:p>
                        <w:p w14:paraId="3C1B1C94" w14:textId="059B11FD" w:rsidR="00187E48" w:rsidRPr="005F6114" w:rsidRDefault="006F35CE" w:rsidP="00127814">
                          <w:pPr>
                            <w:tabs>
                              <w:tab w:val="left" w:pos="5670"/>
                            </w:tabs>
                            <w:spacing w:line="264" w:lineRule="auto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Die neue Digital Layout Software von Topcon ermöglicht Bauunternehmen einen digitalen </w:t>
                          </w:r>
                          <w:r w:rsidR="00C70E00">
                            <w:rPr>
                              <w:rFonts w:ascii="Arial" w:hAnsi="Arial" w:cs="Arial"/>
                              <w:sz w:val="14"/>
                            </w:rPr>
                            <w:t>Vermessungs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>-</w:t>
                          </w:r>
                          <w:r w:rsidR="00C70E00">
                            <w:rPr>
                              <w:rFonts w:ascii="Arial" w:hAnsi="Arial" w:cs="Arial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und Absteckungs-Prozess. 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30" type="#_x0000_t75" alt="Ein Bild, das Maschine, gelb, Ausrüstung enthält.&#10;&#10;Automatisch generierte Beschreibung" style="position:absolute;top:14905;width:14395;height:1439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">
                  <v:imagedata r:id="rId10" o:title="Ein Bild, das Maschine, gelb, Ausrüstung enthält"/>
                </v:shape>
                <v:shape id="Grafik 2" o:spid="_x0000_s1031" type="#_x0000_t75" alt="Ein Bild, das Person, Kleidung, draußen enthält.&#10;&#10;Automatisch generierte Beschreibung" style="position:absolute;top:4545;width:14395;height:960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">
                  <v:imagedata r:id="rId11" o:title="Ein Bild, das Person, Kleidung, draußen enthält"/>
                </v:shape>
              </v:group>
            </w:pict>
          </mc:Fallback>
        </mc:AlternateContent>
      </w:r>
      <w:r w:rsidR="00BE5BF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88AAA89" wp14:editId="1B543666">
                <wp:simplePos x="0" y="0"/>
                <wp:positionH relativeFrom="column">
                  <wp:posOffset>4047191</wp:posOffset>
                </wp:positionH>
                <wp:positionV relativeFrom="paragraph">
                  <wp:posOffset>-944171</wp:posOffset>
                </wp:positionV>
                <wp:extent cx="2476500" cy="32067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60885" w14:textId="793C12EF" w:rsidR="00FE401C" w:rsidRPr="008C5209" w:rsidRDefault="005578FF" w:rsidP="00BE5BF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20</w:t>
                            </w:r>
                            <w:r w:rsidR="00C21E4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.07</w:t>
                            </w:r>
                            <w:r w:rsidR="00DC58C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.2023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I </w:t>
                            </w:r>
                            <w:r w:rsidR="00C21E4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2906</w:t>
                            </w:r>
                            <w:r w:rsidR="00FE401C" w:rsidRPr="008C5209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Anschläge | Seite 1 von</w:t>
                            </w:r>
                            <w:r w:rsidR="00DC58C4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AAA89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32" type="#_x0000_t202" style="position:absolute;margin-left:318.7pt;margin-top:-74.35pt;width:195pt;height:25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" fillcolor="window" stroked="f" strokeweight=".5pt">
                <v:textbox>
                  <w:txbxContent>
                    <w:p w14:paraId="60660885" w14:textId="793C12EF" w:rsidR="00FE401C" w:rsidRPr="008C5209" w:rsidRDefault="005578FF" w:rsidP="00BE5BF8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20</w:t>
                      </w:r>
                      <w:r w:rsidR="00C21E4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.07</w:t>
                      </w:r>
                      <w:r w:rsidR="00DC58C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.2023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I </w:t>
                      </w:r>
                      <w:r w:rsidR="00C21E4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2906</w:t>
                      </w:r>
                      <w:r w:rsidR="00FE401C" w:rsidRPr="008C5209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Anschläge | Seite 1 von</w:t>
                      </w:r>
                      <w:r w:rsidR="00DC58C4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B90755" w:rsidRPr="005B07F9">
        <w:rPr>
          <w:rFonts w:ascii="Arial" w:hAnsi="Arial" w:cs="Arial"/>
          <w:color w:val="000000" w:themeColor="text1"/>
          <w:kern w:val="36"/>
          <w:sz w:val="20"/>
          <w:szCs w:val="20"/>
        </w:rPr>
        <w:t>Neu</w:t>
      </w:r>
      <w:r w:rsidR="005B07F9" w:rsidRPr="005B07F9">
        <w:rPr>
          <w:rFonts w:ascii="Arial" w:hAnsi="Arial" w:cs="Arial"/>
          <w:color w:val="000000" w:themeColor="text1"/>
          <w:kern w:val="36"/>
          <w:sz w:val="20"/>
          <w:szCs w:val="20"/>
        </w:rPr>
        <w:t>:</w:t>
      </w:r>
      <w:r w:rsidR="00B90755" w:rsidRPr="005B07F9">
        <w:rPr>
          <w:rFonts w:ascii="Arial" w:hAnsi="Arial" w:cs="Arial"/>
          <w:color w:val="000000" w:themeColor="text1"/>
          <w:kern w:val="36"/>
          <w:sz w:val="20"/>
          <w:szCs w:val="20"/>
        </w:rPr>
        <w:t xml:space="preserve"> Digital Layout Software von </w:t>
      </w:r>
      <w:proofErr w:type="spellStart"/>
      <w:r w:rsidR="00B90755" w:rsidRPr="005B07F9">
        <w:rPr>
          <w:rFonts w:ascii="Arial" w:hAnsi="Arial" w:cs="Arial"/>
          <w:color w:val="000000" w:themeColor="text1"/>
          <w:kern w:val="36"/>
          <w:sz w:val="20"/>
          <w:szCs w:val="20"/>
        </w:rPr>
        <w:t>Topcon</w:t>
      </w:r>
      <w:proofErr w:type="spellEnd"/>
      <w:r w:rsidR="00B90755" w:rsidRPr="005B07F9">
        <w:rPr>
          <w:rFonts w:ascii="Arial" w:hAnsi="Arial" w:cs="Arial"/>
          <w:color w:val="000000" w:themeColor="text1"/>
          <w:kern w:val="36"/>
          <w:sz w:val="28"/>
          <w:szCs w:val="28"/>
        </w:rPr>
        <w:t xml:space="preserve"> </w:t>
      </w:r>
    </w:p>
    <w:p w14:paraId="385E3395" w14:textId="24393D70" w:rsidR="00B90755" w:rsidRDefault="00B90755" w:rsidP="009F3D62">
      <w:pPr>
        <w:shd w:val="clear" w:color="auto" w:fill="FFFFFF"/>
        <w:spacing w:line="264" w:lineRule="auto"/>
        <w:ind w:right="2552"/>
        <w:outlineLvl w:val="0"/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</w:pPr>
    </w:p>
    <w:p w14:paraId="46C96BB3" w14:textId="0E4E993C" w:rsidR="00F74ECB" w:rsidRPr="00B90755" w:rsidRDefault="00B90755" w:rsidP="009F3D62">
      <w:pPr>
        <w:shd w:val="clear" w:color="auto" w:fill="FFFFFF"/>
        <w:spacing w:line="264" w:lineRule="auto"/>
        <w:ind w:right="2552"/>
        <w:outlineLvl w:val="0"/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 xml:space="preserve">Den </w:t>
      </w:r>
      <w:r w:rsidRPr="00B90755"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Vermessungs- und Absteckungs-</w:t>
      </w:r>
      <w:r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P</w:t>
      </w:r>
      <w:r w:rsidR="005B07F9"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ro</w:t>
      </w:r>
      <w:r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zess</w:t>
      </w:r>
      <w:r w:rsidRPr="00B90755"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 w:themeColor="text1"/>
          <w:kern w:val="36"/>
          <w:sz w:val="28"/>
          <w:szCs w:val="28"/>
        </w:rPr>
        <w:t>digitalisieren</w:t>
      </w:r>
    </w:p>
    <w:p w14:paraId="38358041" w14:textId="1EFAAAA9" w:rsidR="0058661A" w:rsidRDefault="0058661A" w:rsidP="009F3D62">
      <w:pPr>
        <w:pStyle w:val="Textkrper"/>
        <w:tabs>
          <w:tab w:val="left" w:pos="6237"/>
        </w:tabs>
        <w:spacing w:line="264" w:lineRule="auto"/>
        <w:ind w:right="2552"/>
        <w:rPr>
          <w:rFonts w:ascii="Arial" w:hAnsi="Arial" w:cs="Arial"/>
          <w:b w:val="0"/>
          <w:noProof/>
          <w:sz w:val="20"/>
        </w:rPr>
      </w:pPr>
    </w:p>
    <w:p w14:paraId="4C045A1B" w14:textId="19984AE5" w:rsidR="00B90755" w:rsidRPr="00B90755" w:rsidRDefault="0035637B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i/>
          <w:iCs/>
          <w:color w:val="2D2D2D"/>
        </w:rPr>
      </w:pPr>
      <w:proofErr w:type="spellStart"/>
      <w:r>
        <w:rPr>
          <w:rFonts w:ascii="Arial" w:hAnsi="Arial" w:cs="Arial"/>
          <w:i/>
          <w:iCs/>
          <w:color w:val="2D2D2D"/>
        </w:rPr>
        <w:t>Topcon</w:t>
      </w:r>
      <w:proofErr w:type="spellEnd"/>
      <w:r>
        <w:rPr>
          <w:rFonts w:ascii="Arial" w:hAnsi="Arial" w:cs="Arial"/>
          <w:i/>
          <w:iCs/>
          <w:color w:val="2D2D2D"/>
        </w:rPr>
        <w:t xml:space="preserve"> </w:t>
      </w:r>
      <w:proofErr w:type="spellStart"/>
      <w:r>
        <w:rPr>
          <w:rFonts w:ascii="Arial" w:hAnsi="Arial" w:cs="Arial"/>
          <w:i/>
          <w:iCs/>
          <w:color w:val="2D2D2D"/>
        </w:rPr>
        <w:t>Positioning</w:t>
      </w:r>
      <w:proofErr w:type="spellEnd"/>
      <w:r>
        <w:rPr>
          <w:rFonts w:ascii="Arial" w:hAnsi="Arial" w:cs="Arial"/>
          <w:i/>
          <w:iCs/>
          <w:color w:val="2D2D2D"/>
        </w:rPr>
        <w:t xml:space="preserve"> Systems stellt Digital Layout </w:t>
      </w:r>
      <w:r w:rsidR="00E72CDE" w:rsidRPr="00B90755">
        <w:rPr>
          <w:rFonts w:ascii="Arial" w:hAnsi="Arial" w:cs="Arial"/>
          <w:i/>
          <w:iCs/>
          <w:color w:val="2D2D2D"/>
        </w:rPr>
        <w:t xml:space="preserve">vor, eine einfache, anwenderfreundliche </w:t>
      </w:r>
      <w:r w:rsidR="00E55049" w:rsidRPr="00B90755">
        <w:rPr>
          <w:rFonts w:ascii="Arial" w:hAnsi="Arial" w:cs="Arial"/>
          <w:i/>
          <w:iCs/>
          <w:color w:val="2D2D2D"/>
        </w:rPr>
        <w:t>Feldsoftware</w:t>
      </w:r>
      <w:r w:rsidR="00E72CDE" w:rsidRPr="00B90755">
        <w:rPr>
          <w:rFonts w:ascii="Arial" w:hAnsi="Arial" w:cs="Arial"/>
          <w:i/>
          <w:iCs/>
          <w:color w:val="2D2D2D"/>
        </w:rPr>
        <w:t xml:space="preserve"> für den Hochbau. Diese Software ermöglicht Bauunternehmen einen digitalen Vermessungs- und Absteckun</w:t>
      </w:r>
      <w:r w:rsidR="00E55049" w:rsidRPr="00B90755">
        <w:rPr>
          <w:rFonts w:ascii="Arial" w:hAnsi="Arial" w:cs="Arial"/>
          <w:i/>
          <w:iCs/>
          <w:color w:val="2D2D2D"/>
        </w:rPr>
        <w:t>gs-</w:t>
      </w:r>
      <w:r w:rsidR="00705C43">
        <w:rPr>
          <w:rFonts w:ascii="Arial" w:hAnsi="Arial" w:cs="Arial"/>
          <w:i/>
          <w:iCs/>
          <w:color w:val="2D2D2D"/>
        </w:rPr>
        <w:t>Ablauf</w:t>
      </w:r>
      <w:r w:rsidR="00E72CDE" w:rsidRPr="00B90755">
        <w:rPr>
          <w:rFonts w:ascii="Arial" w:hAnsi="Arial" w:cs="Arial"/>
          <w:i/>
          <w:iCs/>
          <w:color w:val="2D2D2D"/>
        </w:rPr>
        <w:t xml:space="preserve">, </w:t>
      </w:r>
      <w:r w:rsidR="00E55049" w:rsidRPr="00B90755">
        <w:rPr>
          <w:rFonts w:ascii="Arial" w:hAnsi="Arial" w:cs="Arial"/>
          <w:i/>
          <w:iCs/>
          <w:color w:val="2D2D2D"/>
        </w:rPr>
        <w:t xml:space="preserve">mit dem sie </w:t>
      </w:r>
      <w:r w:rsidR="00B90755">
        <w:rPr>
          <w:rFonts w:ascii="Arial" w:hAnsi="Arial" w:cs="Arial"/>
          <w:i/>
          <w:iCs/>
          <w:color w:val="2D2D2D"/>
        </w:rPr>
        <w:t>die</w:t>
      </w:r>
      <w:r w:rsidR="00E72CDE" w:rsidRPr="00B90755">
        <w:rPr>
          <w:rFonts w:ascii="Arial" w:hAnsi="Arial" w:cs="Arial"/>
          <w:i/>
          <w:iCs/>
          <w:color w:val="2D2D2D"/>
        </w:rPr>
        <w:t xml:space="preserve"> Genauigkeit und Produktivität ihrer </w:t>
      </w:r>
      <w:r w:rsidR="00B90755">
        <w:rPr>
          <w:rFonts w:ascii="Arial" w:hAnsi="Arial" w:cs="Arial"/>
          <w:i/>
          <w:iCs/>
          <w:color w:val="2D2D2D"/>
        </w:rPr>
        <w:t>Bauprojekte und damit ihre Effizienz</w:t>
      </w:r>
      <w:r w:rsidR="00E72CDE" w:rsidRPr="00B90755">
        <w:rPr>
          <w:rFonts w:ascii="Arial" w:hAnsi="Arial" w:cs="Arial"/>
          <w:i/>
          <w:iCs/>
          <w:color w:val="2D2D2D"/>
        </w:rPr>
        <w:t xml:space="preserve"> steigern. </w:t>
      </w:r>
      <w:r w:rsidR="00E55049" w:rsidRPr="00B90755">
        <w:rPr>
          <w:rFonts w:ascii="Arial" w:hAnsi="Arial" w:cs="Arial"/>
          <w:i/>
          <w:iCs/>
          <w:color w:val="2D2D2D"/>
        </w:rPr>
        <w:t>Mi</w:t>
      </w:r>
      <w:r w:rsidR="009F3D62">
        <w:rPr>
          <w:rFonts w:ascii="Arial" w:hAnsi="Arial" w:cs="Arial"/>
          <w:i/>
          <w:iCs/>
          <w:color w:val="2D2D2D"/>
        </w:rPr>
        <w:t xml:space="preserve">thilfe dieser Software </w:t>
      </w:r>
      <w:r w:rsidR="00E55049" w:rsidRPr="00B90755">
        <w:rPr>
          <w:rFonts w:ascii="Arial" w:hAnsi="Arial" w:cs="Arial"/>
          <w:i/>
          <w:iCs/>
          <w:color w:val="2D2D2D"/>
        </w:rPr>
        <w:t>können sich</w:t>
      </w:r>
      <w:r w:rsidR="00E72CDE" w:rsidRPr="00B90755">
        <w:rPr>
          <w:rFonts w:ascii="Arial" w:hAnsi="Arial" w:cs="Arial"/>
          <w:i/>
          <w:iCs/>
          <w:color w:val="2D2D2D"/>
        </w:rPr>
        <w:t xml:space="preserve"> General- und Subunternehmern im Hochbau, als auch </w:t>
      </w:r>
      <w:r w:rsidR="00B90755">
        <w:rPr>
          <w:rFonts w:ascii="Arial" w:hAnsi="Arial" w:cs="Arial"/>
          <w:i/>
          <w:iCs/>
          <w:color w:val="2D2D2D"/>
        </w:rPr>
        <w:t xml:space="preserve">Stahl-, </w:t>
      </w:r>
      <w:r w:rsidR="00E72CDE" w:rsidRPr="00B90755">
        <w:rPr>
          <w:rFonts w:ascii="Arial" w:hAnsi="Arial" w:cs="Arial"/>
          <w:i/>
          <w:iCs/>
          <w:color w:val="2D2D2D"/>
        </w:rPr>
        <w:t>Beton</w:t>
      </w:r>
      <w:r w:rsidR="00705C43">
        <w:rPr>
          <w:rFonts w:ascii="Arial" w:hAnsi="Arial" w:cs="Arial"/>
          <w:i/>
          <w:iCs/>
          <w:color w:val="2D2D2D"/>
        </w:rPr>
        <w:t xml:space="preserve">bau, </w:t>
      </w:r>
      <w:r w:rsidR="00B90755">
        <w:rPr>
          <w:rFonts w:ascii="Arial" w:hAnsi="Arial" w:cs="Arial"/>
          <w:i/>
          <w:iCs/>
          <w:color w:val="2D2D2D"/>
        </w:rPr>
        <w:t>Trocken</w:t>
      </w:r>
      <w:r w:rsidR="00E72CDE" w:rsidRPr="00B90755">
        <w:rPr>
          <w:rFonts w:ascii="Arial" w:hAnsi="Arial" w:cs="Arial"/>
          <w:i/>
          <w:iCs/>
          <w:color w:val="2D2D2D"/>
        </w:rPr>
        <w:t>ba</w:t>
      </w:r>
      <w:r w:rsidR="00705C43">
        <w:rPr>
          <w:rFonts w:ascii="Arial" w:hAnsi="Arial" w:cs="Arial"/>
          <w:i/>
          <w:iCs/>
          <w:color w:val="2D2D2D"/>
        </w:rPr>
        <w:t>u</w:t>
      </w:r>
      <w:r w:rsidR="00E72CDE" w:rsidRPr="00B90755">
        <w:rPr>
          <w:rFonts w:ascii="Arial" w:hAnsi="Arial" w:cs="Arial"/>
          <w:i/>
          <w:iCs/>
          <w:color w:val="2D2D2D"/>
        </w:rPr>
        <w:t>, Haustechnik</w:t>
      </w:r>
      <w:r w:rsidR="00B90755">
        <w:rPr>
          <w:rFonts w:ascii="Arial" w:hAnsi="Arial" w:cs="Arial"/>
          <w:i/>
          <w:iCs/>
          <w:color w:val="2D2D2D"/>
        </w:rPr>
        <w:t>-</w:t>
      </w:r>
      <w:r w:rsidR="00E72CDE" w:rsidRPr="00B90755">
        <w:rPr>
          <w:rFonts w:ascii="Arial" w:hAnsi="Arial" w:cs="Arial"/>
          <w:i/>
          <w:iCs/>
          <w:color w:val="2D2D2D"/>
        </w:rPr>
        <w:t>, Elektro- und Sanitär-Install</w:t>
      </w:r>
      <w:r w:rsidR="00B90755">
        <w:rPr>
          <w:rFonts w:ascii="Arial" w:hAnsi="Arial" w:cs="Arial"/>
          <w:i/>
          <w:iCs/>
          <w:color w:val="2D2D2D"/>
        </w:rPr>
        <w:t>at</w:t>
      </w:r>
      <w:r w:rsidR="00705C43">
        <w:rPr>
          <w:rFonts w:ascii="Arial" w:hAnsi="Arial" w:cs="Arial"/>
          <w:i/>
          <w:iCs/>
          <w:color w:val="2D2D2D"/>
        </w:rPr>
        <w:t>ionen</w:t>
      </w:r>
      <w:r w:rsidR="00E72CDE" w:rsidRPr="00B90755">
        <w:rPr>
          <w:rFonts w:ascii="Arial" w:hAnsi="Arial" w:cs="Arial"/>
          <w:i/>
          <w:iCs/>
          <w:color w:val="2D2D2D"/>
        </w:rPr>
        <w:t>, Brandschut</w:t>
      </w:r>
      <w:r w:rsidR="00B90755">
        <w:rPr>
          <w:rFonts w:ascii="Arial" w:hAnsi="Arial" w:cs="Arial"/>
          <w:i/>
          <w:iCs/>
          <w:color w:val="2D2D2D"/>
        </w:rPr>
        <w:t xml:space="preserve">z-Unternehmen und weitere </w:t>
      </w:r>
      <w:r w:rsidR="005B07F9">
        <w:rPr>
          <w:rFonts w:ascii="Arial" w:hAnsi="Arial" w:cs="Arial"/>
          <w:i/>
          <w:iCs/>
          <w:color w:val="2D2D2D"/>
        </w:rPr>
        <w:t>G</w:t>
      </w:r>
      <w:r w:rsidR="00B90755">
        <w:rPr>
          <w:rFonts w:ascii="Arial" w:hAnsi="Arial" w:cs="Arial"/>
          <w:i/>
          <w:iCs/>
          <w:color w:val="2D2D2D"/>
        </w:rPr>
        <w:t>ewerke einen</w:t>
      </w:r>
      <w:r w:rsidR="00E72CDE" w:rsidRPr="00B90755">
        <w:rPr>
          <w:rFonts w:ascii="Arial" w:hAnsi="Arial" w:cs="Arial"/>
          <w:i/>
          <w:iCs/>
          <w:color w:val="2D2D2D"/>
        </w:rPr>
        <w:t xml:space="preserve"> klaren Wettbewerbsvorteil verschaffen. </w:t>
      </w:r>
    </w:p>
    <w:p w14:paraId="2642CC45" w14:textId="2942D11F" w:rsidR="00E72CDE" w:rsidRPr="00B90755" w:rsidRDefault="00B90755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color w:val="2D2D2D"/>
        </w:rPr>
      </w:pPr>
      <w:r w:rsidRPr="00B90755">
        <w:rPr>
          <w:rFonts w:ascii="Arial" w:hAnsi="Arial" w:cs="Arial"/>
          <w:color w:val="2D2D2D"/>
        </w:rPr>
        <w:t>Die</w:t>
      </w:r>
      <w:r w:rsidR="00E55049" w:rsidRPr="00B90755">
        <w:rPr>
          <w:rFonts w:ascii="Arial" w:hAnsi="Arial" w:cs="Arial"/>
          <w:color w:val="2D2D2D"/>
        </w:rPr>
        <w:t xml:space="preserve"> Feldsoftware</w:t>
      </w:r>
      <w:r w:rsidRPr="00B90755">
        <w:rPr>
          <w:rFonts w:ascii="Arial" w:hAnsi="Arial" w:cs="Arial"/>
          <w:color w:val="2D2D2D"/>
        </w:rPr>
        <w:t xml:space="preserve"> Digital Layout </w:t>
      </w:r>
      <w:r w:rsidR="00E55049" w:rsidRPr="00B90755">
        <w:rPr>
          <w:rFonts w:ascii="Arial" w:hAnsi="Arial" w:cs="Arial"/>
          <w:color w:val="2D2D2D"/>
        </w:rPr>
        <w:t>ist</w:t>
      </w:r>
      <w:r w:rsidR="00E72CDE" w:rsidRPr="00B90755">
        <w:rPr>
          <w:rFonts w:ascii="Arial" w:hAnsi="Arial" w:cs="Arial"/>
          <w:color w:val="2D2D2D"/>
        </w:rPr>
        <w:t xml:space="preserve"> sowohl für erfahrene Vermessungsingenieure </w:t>
      </w:r>
      <w:r w:rsidR="00E55049" w:rsidRPr="00B90755">
        <w:rPr>
          <w:rFonts w:ascii="Arial" w:hAnsi="Arial" w:cs="Arial"/>
          <w:color w:val="2D2D2D"/>
        </w:rPr>
        <w:t xml:space="preserve">als auch für Nicht-Vermesser </w:t>
      </w:r>
      <w:r w:rsidR="00E72CDE" w:rsidRPr="00B90755">
        <w:rPr>
          <w:rFonts w:ascii="Arial" w:hAnsi="Arial" w:cs="Arial"/>
          <w:color w:val="2D2D2D"/>
        </w:rPr>
        <w:t xml:space="preserve">geeignet. </w:t>
      </w:r>
      <w:r w:rsidR="00E55049" w:rsidRPr="00B90755">
        <w:rPr>
          <w:rFonts w:ascii="Arial" w:hAnsi="Arial" w:cs="Arial"/>
          <w:color w:val="2D2D2D"/>
        </w:rPr>
        <w:t>Im Einsatz</w:t>
      </w:r>
      <w:r w:rsidR="00E72CDE" w:rsidRPr="00B90755">
        <w:rPr>
          <w:rFonts w:ascii="Arial" w:hAnsi="Arial" w:cs="Arial"/>
          <w:color w:val="2D2D2D"/>
        </w:rPr>
        <w:t xml:space="preserve"> mit dem </w:t>
      </w:r>
      <w:proofErr w:type="spellStart"/>
      <w:r w:rsidR="00E72CDE" w:rsidRPr="00B90755">
        <w:rPr>
          <w:rFonts w:ascii="Arial" w:hAnsi="Arial" w:cs="Arial"/>
          <w:color w:val="2D2D2D"/>
        </w:rPr>
        <w:t>Topcon</w:t>
      </w:r>
      <w:proofErr w:type="spellEnd"/>
      <w:r w:rsidR="00E72CDE" w:rsidRPr="00B90755">
        <w:rPr>
          <w:rFonts w:ascii="Arial" w:hAnsi="Arial" w:cs="Arial"/>
          <w:color w:val="2D2D2D"/>
        </w:rPr>
        <w:t xml:space="preserve"> Layout Navigator oder </w:t>
      </w:r>
      <w:r w:rsidR="00E55049" w:rsidRPr="00B90755">
        <w:rPr>
          <w:rFonts w:ascii="Arial" w:hAnsi="Arial" w:cs="Arial"/>
          <w:color w:val="2D2D2D"/>
        </w:rPr>
        <w:t>der</w:t>
      </w:r>
      <w:r w:rsidR="00E72CDE" w:rsidRPr="00B90755">
        <w:rPr>
          <w:rFonts w:ascii="Arial" w:hAnsi="Arial" w:cs="Arial"/>
          <w:color w:val="2D2D2D"/>
        </w:rPr>
        <w:t xml:space="preserve"> </w:t>
      </w:r>
      <w:proofErr w:type="spellStart"/>
      <w:r w:rsidR="00E72CDE" w:rsidRPr="00B90755">
        <w:rPr>
          <w:rFonts w:ascii="Arial" w:hAnsi="Arial" w:cs="Arial"/>
          <w:color w:val="2D2D2D"/>
        </w:rPr>
        <w:t>Topcon</w:t>
      </w:r>
      <w:proofErr w:type="spellEnd"/>
      <w:r w:rsidR="00E72CDE" w:rsidRPr="00B90755">
        <w:rPr>
          <w:rFonts w:ascii="Arial" w:hAnsi="Arial" w:cs="Arial"/>
          <w:color w:val="2D2D2D"/>
        </w:rPr>
        <w:t xml:space="preserve"> GT Robotik-Totalstation bietet </w:t>
      </w:r>
      <w:r w:rsidR="00E55049" w:rsidRPr="00B90755">
        <w:rPr>
          <w:rFonts w:ascii="Arial" w:hAnsi="Arial" w:cs="Arial"/>
          <w:color w:val="2D2D2D"/>
        </w:rPr>
        <w:t xml:space="preserve">sie </w:t>
      </w:r>
      <w:r w:rsidR="00E72CDE" w:rsidRPr="00B90755">
        <w:rPr>
          <w:rFonts w:ascii="Arial" w:hAnsi="Arial" w:cs="Arial"/>
          <w:color w:val="2D2D2D"/>
        </w:rPr>
        <w:t>eine Schritt-für-Schritt-Anleitung zur Rationalisierung verschiedener Arbeitsabläufe.</w:t>
      </w:r>
    </w:p>
    <w:p w14:paraId="6BA336B9" w14:textId="07F3CB4C" w:rsidR="00E72CDE" w:rsidRPr="00B90755" w:rsidRDefault="00E72CDE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color w:val="2D2D2D"/>
        </w:rPr>
      </w:pPr>
      <w:r w:rsidRPr="00B90755">
        <w:rPr>
          <w:rFonts w:ascii="Arial" w:hAnsi="Arial" w:cs="Arial"/>
          <w:color w:val="2D2D2D"/>
        </w:rPr>
        <w:t>„Angesichts der Herausforderungen heutiger Baustellen brauchen Bauunternehmer die bestmögliche Technologie für das Abstecken. Mit dieser</w:t>
      </w:r>
      <w:r w:rsidR="00B90755">
        <w:rPr>
          <w:rFonts w:ascii="Arial" w:hAnsi="Arial" w:cs="Arial"/>
          <w:color w:val="2D2D2D"/>
        </w:rPr>
        <w:t>,</w:t>
      </w:r>
      <w:r w:rsidRPr="00B90755">
        <w:rPr>
          <w:rFonts w:ascii="Arial" w:hAnsi="Arial" w:cs="Arial"/>
          <w:color w:val="2D2D2D"/>
        </w:rPr>
        <w:t xml:space="preserve"> perfekt auf den Hochbau zugeschnittenen</w:t>
      </w:r>
      <w:r w:rsidR="009F3D62">
        <w:rPr>
          <w:rFonts w:ascii="Arial" w:hAnsi="Arial" w:cs="Arial"/>
          <w:color w:val="2D2D2D"/>
        </w:rPr>
        <w:t>,</w:t>
      </w:r>
      <w:r w:rsidRPr="00B90755">
        <w:rPr>
          <w:rFonts w:ascii="Arial" w:hAnsi="Arial" w:cs="Arial"/>
          <w:color w:val="2D2D2D"/>
        </w:rPr>
        <w:t xml:space="preserve"> Software liefer</w:t>
      </w:r>
      <w:r w:rsidR="005B07F9">
        <w:rPr>
          <w:rFonts w:ascii="Arial" w:hAnsi="Arial" w:cs="Arial"/>
          <w:color w:val="2D2D2D"/>
        </w:rPr>
        <w:t>n wir</w:t>
      </w:r>
      <w:r w:rsidRPr="00B90755">
        <w:rPr>
          <w:rFonts w:ascii="Arial" w:hAnsi="Arial" w:cs="Arial"/>
          <w:color w:val="2D2D2D"/>
        </w:rPr>
        <w:t xml:space="preserve"> genau das“, erklärt Ray </w:t>
      </w:r>
      <w:proofErr w:type="spellStart"/>
      <w:r w:rsidRPr="00B90755">
        <w:rPr>
          <w:rFonts w:ascii="Arial" w:hAnsi="Arial" w:cs="Arial"/>
          <w:color w:val="2D2D2D"/>
        </w:rPr>
        <w:t>Kerwin</w:t>
      </w:r>
      <w:proofErr w:type="spellEnd"/>
      <w:r w:rsidRPr="00B90755">
        <w:rPr>
          <w:rFonts w:ascii="Arial" w:hAnsi="Arial" w:cs="Arial"/>
          <w:color w:val="2D2D2D"/>
        </w:rPr>
        <w:t xml:space="preserve">, </w:t>
      </w:r>
      <w:proofErr w:type="spellStart"/>
      <w:r w:rsidRPr="00B90755">
        <w:rPr>
          <w:rFonts w:ascii="Arial" w:hAnsi="Arial" w:cs="Arial"/>
          <w:color w:val="2D2D2D"/>
        </w:rPr>
        <w:t>Director</w:t>
      </w:r>
      <w:proofErr w:type="spellEnd"/>
      <w:r w:rsidRPr="00B90755">
        <w:rPr>
          <w:rFonts w:ascii="Arial" w:hAnsi="Arial" w:cs="Arial"/>
          <w:color w:val="2D2D2D"/>
        </w:rPr>
        <w:t xml:space="preserve"> </w:t>
      </w:r>
      <w:proofErr w:type="spellStart"/>
      <w:r w:rsidRPr="00B90755">
        <w:rPr>
          <w:rFonts w:ascii="Arial" w:hAnsi="Arial" w:cs="Arial"/>
          <w:color w:val="2D2D2D"/>
        </w:rPr>
        <w:t>of</w:t>
      </w:r>
      <w:proofErr w:type="spellEnd"/>
      <w:r w:rsidRPr="00B90755">
        <w:rPr>
          <w:rFonts w:ascii="Arial" w:hAnsi="Arial" w:cs="Arial"/>
          <w:color w:val="2D2D2D"/>
        </w:rPr>
        <w:t xml:space="preserve"> Global </w:t>
      </w:r>
      <w:proofErr w:type="spellStart"/>
      <w:r w:rsidRPr="00B90755">
        <w:rPr>
          <w:rFonts w:ascii="Arial" w:hAnsi="Arial" w:cs="Arial"/>
          <w:color w:val="2D2D2D"/>
        </w:rPr>
        <w:t>Product</w:t>
      </w:r>
      <w:proofErr w:type="spellEnd"/>
      <w:r w:rsidRPr="00B90755">
        <w:rPr>
          <w:rFonts w:ascii="Arial" w:hAnsi="Arial" w:cs="Arial"/>
          <w:color w:val="2D2D2D"/>
        </w:rPr>
        <w:t xml:space="preserve"> </w:t>
      </w:r>
      <w:proofErr w:type="spellStart"/>
      <w:r w:rsidRPr="00B90755">
        <w:rPr>
          <w:rFonts w:ascii="Arial" w:hAnsi="Arial" w:cs="Arial"/>
          <w:color w:val="2D2D2D"/>
        </w:rPr>
        <w:t>Planning</w:t>
      </w:r>
      <w:proofErr w:type="spellEnd"/>
      <w:r w:rsidRPr="00B90755">
        <w:rPr>
          <w:rFonts w:ascii="Arial" w:hAnsi="Arial" w:cs="Arial"/>
          <w:color w:val="2D2D2D"/>
        </w:rPr>
        <w:t xml:space="preserve"> bei </w:t>
      </w:r>
      <w:proofErr w:type="spellStart"/>
      <w:r w:rsidRPr="00B90755">
        <w:rPr>
          <w:rFonts w:ascii="Arial" w:hAnsi="Arial" w:cs="Arial"/>
          <w:color w:val="2D2D2D"/>
        </w:rPr>
        <w:t>Topcon</w:t>
      </w:r>
      <w:proofErr w:type="spellEnd"/>
      <w:r w:rsidRPr="00B90755">
        <w:rPr>
          <w:rFonts w:ascii="Arial" w:hAnsi="Arial" w:cs="Arial"/>
          <w:color w:val="2D2D2D"/>
        </w:rPr>
        <w:t xml:space="preserve">. „Sie wurde als wertvolles Tool konzipiert, das diversen Gewerken und Spezialisten mit unterschiedlicher Technologie-Affinität zugutekommt </w:t>
      </w:r>
      <w:r w:rsidR="00E55049" w:rsidRPr="00B90755">
        <w:rPr>
          <w:rFonts w:ascii="Arial" w:hAnsi="Arial" w:cs="Arial"/>
          <w:color w:val="2D2D2D"/>
        </w:rPr>
        <w:t>–</w:t>
      </w:r>
      <w:r w:rsidRPr="00B90755">
        <w:rPr>
          <w:rFonts w:ascii="Arial" w:hAnsi="Arial" w:cs="Arial"/>
          <w:color w:val="2D2D2D"/>
        </w:rPr>
        <w:t xml:space="preserve"> einfach und bedienerfreundlich für alle Anwender im Hochbau.“</w:t>
      </w:r>
    </w:p>
    <w:p w14:paraId="21DEFD96" w14:textId="74DBF46A" w:rsidR="005B07F9" w:rsidRPr="005B07F9" w:rsidRDefault="005B07F9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b/>
          <w:bCs/>
          <w:color w:val="2D2D2D"/>
        </w:rPr>
      </w:pPr>
      <w:r w:rsidRPr="005B07F9">
        <w:rPr>
          <w:rFonts w:ascii="Arial" w:hAnsi="Arial" w:cs="Arial"/>
          <w:b/>
          <w:bCs/>
          <w:color w:val="2D2D2D"/>
        </w:rPr>
        <w:t>Dem Arbeitskräftemangel entgegenwirken</w:t>
      </w:r>
    </w:p>
    <w:p w14:paraId="6F77583B" w14:textId="0F7FD086" w:rsidR="00E72CDE" w:rsidRDefault="00E72CDE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color w:val="2D2D2D"/>
        </w:rPr>
      </w:pPr>
      <w:r w:rsidRPr="00B90755">
        <w:rPr>
          <w:rFonts w:ascii="Arial" w:hAnsi="Arial" w:cs="Arial"/>
          <w:color w:val="2D2D2D"/>
        </w:rPr>
        <w:t xml:space="preserve">„Viele nutzen zur Absteckung nach wie vor die herkömmlichen Methoden mit Schnur und Maßband oder Rotationslaser und sind diese Hilfsmittel gewohnt. Wer jedoch den Schritt zu den einzigartigen </w:t>
      </w:r>
      <w:proofErr w:type="spellStart"/>
      <w:r w:rsidRPr="00B90755">
        <w:rPr>
          <w:rFonts w:ascii="Arial" w:hAnsi="Arial" w:cs="Arial"/>
          <w:color w:val="2D2D2D"/>
        </w:rPr>
        <w:t>Topcon</w:t>
      </w:r>
      <w:proofErr w:type="spellEnd"/>
      <w:r w:rsidRPr="00B90755">
        <w:rPr>
          <w:rFonts w:ascii="Arial" w:hAnsi="Arial" w:cs="Arial"/>
          <w:color w:val="2D2D2D"/>
        </w:rPr>
        <w:t xml:space="preserve"> 3D-Lasern vollzieht, erkennt schnell, </w:t>
      </w:r>
      <w:r w:rsidR="00E55049" w:rsidRPr="00B90755">
        <w:rPr>
          <w:rFonts w:ascii="Arial" w:hAnsi="Arial" w:cs="Arial"/>
          <w:color w:val="2D2D2D"/>
        </w:rPr>
        <w:t>wie einfach dieser</w:t>
      </w:r>
      <w:r w:rsidRPr="00B90755">
        <w:rPr>
          <w:rFonts w:ascii="Arial" w:hAnsi="Arial" w:cs="Arial"/>
          <w:color w:val="2D2D2D"/>
        </w:rPr>
        <w:t xml:space="preserve"> Umstieg </w:t>
      </w:r>
      <w:r w:rsidR="00EC479A" w:rsidRPr="00B90755">
        <w:rPr>
          <w:rFonts w:ascii="Arial" w:hAnsi="Arial" w:cs="Arial"/>
          <w:color w:val="2D2D2D"/>
        </w:rPr>
        <w:t>gelingt</w:t>
      </w:r>
      <w:r w:rsidRPr="00B90755">
        <w:rPr>
          <w:rFonts w:ascii="Arial" w:hAnsi="Arial" w:cs="Arial"/>
          <w:color w:val="2D2D2D"/>
        </w:rPr>
        <w:t xml:space="preserve">. </w:t>
      </w:r>
      <w:r w:rsidR="00E55049" w:rsidRPr="00B90755">
        <w:rPr>
          <w:rFonts w:ascii="Arial" w:hAnsi="Arial" w:cs="Arial"/>
          <w:color w:val="2D2D2D"/>
        </w:rPr>
        <w:t xml:space="preserve">Waren bislang zwei oder drei Personen gebunden, kann </w:t>
      </w:r>
      <w:r w:rsidR="005B07F9">
        <w:rPr>
          <w:rFonts w:ascii="Arial" w:hAnsi="Arial" w:cs="Arial"/>
          <w:color w:val="2D2D2D"/>
        </w:rPr>
        <w:t>das Abstecken</w:t>
      </w:r>
      <w:r w:rsidR="00E55049" w:rsidRPr="00B90755">
        <w:rPr>
          <w:rFonts w:ascii="Arial" w:hAnsi="Arial" w:cs="Arial"/>
          <w:color w:val="2D2D2D"/>
        </w:rPr>
        <w:t xml:space="preserve"> </w:t>
      </w:r>
      <w:r w:rsidR="00EC479A" w:rsidRPr="00B90755">
        <w:rPr>
          <w:rFonts w:ascii="Arial" w:hAnsi="Arial" w:cs="Arial"/>
          <w:color w:val="2D2D2D"/>
        </w:rPr>
        <w:t xml:space="preserve">mit der </w:t>
      </w:r>
      <w:proofErr w:type="spellStart"/>
      <w:r w:rsidR="00EC479A" w:rsidRPr="00B90755">
        <w:rPr>
          <w:rFonts w:ascii="Arial" w:hAnsi="Arial" w:cs="Arial"/>
          <w:color w:val="2D2D2D"/>
        </w:rPr>
        <w:t>Topcon</w:t>
      </w:r>
      <w:proofErr w:type="spellEnd"/>
      <w:r w:rsidR="00EC479A" w:rsidRPr="00B90755">
        <w:rPr>
          <w:rFonts w:ascii="Arial" w:hAnsi="Arial" w:cs="Arial"/>
          <w:color w:val="2D2D2D"/>
        </w:rPr>
        <w:t xml:space="preserve"> Technologie nun</w:t>
      </w:r>
      <w:r w:rsidRPr="00B90755">
        <w:rPr>
          <w:rFonts w:ascii="Arial" w:hAnsi="Arial" w:cs="Arial"/>
          <w:color w:val="2D2D2D"/>
        </w:rPr>
        <w:t xml:space="preserve"> </w:t>
      </w:r>
      <w:r w:rsidR="00E55049" w:rsidRPr="00B90755">
        <w:rPr>
          <w:rFonts w:ascii="Arial" w:hAnsi="Arial" w:cs="Arial"/>
          <w:color w:val="2D2D2D"/>
        </w:rPr>
        <w:t xml:space="preserve">eine einzige </w:t>
      </w:r>
      <w:r w:rsidRPr="00B90755">
        <w:rPr>
          <w:rFonts w:ascii="Arial" w:hAnsi="Arial" w:cs="Arial"/>
          <w:color w:val="2D2D2D"/>
        </w:rPr>
        <w:t>Person erledige</w:t>
      </w:r>
      <w:r w:rsidR="00E55049" w:rsidRPr="00B90755">
        <w:rPr>
          <w:rFonts w:ascii="Arial" w:hAnsi="Arial" w:cs="Arial"/>
          <w:color w:val="2D2D2D"/>
        </w:rPr>
        <w:t>n</w:t>
      </w:r>
      <w:r w:rsidRPr="00B90755">
        <w:rPr>
          <w:rFonts w:ascii="Arial" w:hAnsi="Arial" w:cs="Arial"/>
          <w:color w:val="2D2D2D"/>
        </w:rPr>
        <w:t xml:space="preserve">. Ob Neuling oder alter Hase, beide werden beim Einsatz der Robotik-Totalstation die intuitive Bedienbarkeit der Digital Layout Software zu schätzen wissen. Gesteigerte Produktivität bedeutet </w:t>
      </w:r>
      <w:r w:rsidR="00EC479A" w:rsidRPr="00B90755">
        <w:rPr>
          <w:rFonts w:ascii="Arial" w:hAnsi="Arial" w:cs="Arial"/>
          <w:color w:val="2D2D2D"/>
        </w:rPr>
        <w:t xml:space="preserve">auch </w:t>
      </w:r>
      <w:r w:rsidRPr="00B90755">
        <w:rPr>
          <w:rFonts w:ascii="Arial" w:hAnsi="Arial" w:cs="Arial"/>
          <w:color w:val="2D2D2D"/>
        </w:rPr>
        <w:t>gesteigerte Rentabilität</w:t>
      </w:r>
      <w:r w:rsidR="00EC479A" w:rsidRPr="00B90755">
        <w:rPr>
          <w:rFonts w:ascii="Arial" w:hAnsi="Arial" w:cs="Arial"/>
          <w:color w:val="2D2D2D"/>
        </w:rPr>
        <w:t xml:space="preserve">. </w:t>
      </w:r>
      <w:r w:rsidR="005B07F9">
        <w:rPr>
          <w:rFonts w:ascii="Arial" w:hAnsi="Arial" w:cs="Arial"/>
          <w:color w:val="2D2D2D"/>
        </w:rPr>
        <w:t>Dies hilft dabei</w:t>
      </w:r>
      <w:r w:rsidRPr="00B90755">
        <w:rPr>
          <w:rFonts w:ascii="Arial" w:hAnsi="Arial" w:cs="Arial"/>
          <w:color w:val="2D2D2D"/>
        </w:rPr>
        <w:t>, den Arbeitskräftemangel auszugleichen und die Einarbeitung neuer Mitarbeiter zu beschleunigen.“</w:t>
      </w:r>
    </w:p>
    <w:p w14:paraId="443D72EB" w14:textId="0FEC25C7" w:rsidR="005B07F9" w:rsidRPr="009F3D62" w:rsidRDefault="005B07F9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b/>
          <w:bCs/>
          <w:color w:val="2D2D2D"/>
        </w:rPr>
      </w:pPr>
      <w:r w:rsidRPr="005B07F9">
        <w:rPr>
          <w:rFonts w:ascii="Arial" w:hAnsi="Arial" w:cs="Arial"/>
          <w:b/>
          <w:bCs/>
          <w:color w:val="2D2D2D"/>
        </w:rPr>
        <w:t xml:space="preserve">Nahtlos in den BIM-Workflow </w:t>
      </w:r>
      <w:r>
        <w:rPr>
          <w:rFonts w:ascii="Arial" w:hAnsi="Arial" w:cs="Arial"/>
          <w:b/>
          <w:bCs/>
          <w:color w:val="2D2D2D"/>
        </w:rPr>
        <w:t>integrierbar</w:t>
      </w:r>
    </w:p>
    <w:p w14:paraId="5080C765" w14:textId="56E90B95" w:rsidR="00E72CDE" w:rsidRPr="00B90755" w:rsidRDefault="00EC479A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color w:val="2D2D2D"/>
        </w:rPr>
      </w:pPr>
      <w:r w:rsidRPr="00B90755">
        <w:rPr>
          <w:rFonts w:ascii="Arial" w:hAnsi="Arial" w:cs="Arial"/>
          <w:color w:val="2D2D2D"/>
        </w:rPr>
        <w:t xml:space="preserve">Um Punktdateien im Büro zu erstellen und </w:t>
      </w:r>
      <w:proofErr w:type="spellStart"/>
      <w:r w:rsidRPr="00B90755">
        <w:rPr>
          <w:rFonts w:ascii="Arial" w:hAnsi="Arial" w:cs="Arial"/>
          <w:color w:val="2D2D2D"/>
        </w:rPr>
        <w:t>Absteck</w:t>
      </w:r>
      <w:proofErr w:type="spellEnd"/>
      <w:r w:rsidRPr="00B90755">
        <w:rPr>
          <w:rFonts w:ascii="Arial" w:hAnsi="Arial" w:cs="Arial"/>
          <w:color w:val="2D2D2D"/>
        </w:rPr>
        <w:t>- und Messpunkte nahtlos in die Planungssoftware zu übertragen</w:t>
      </w:r>
      <w:r w:rsidR="005B07F9">
        <w:rPr>
          <w:rFonts w:ascii="Arial" w:hAnsi="Arial" w:cs="Arial"/>
          <w:color w:val="2D2D2D"/>
        </w:rPr>
        <w:t>,</w:t>
      </w:r>
      <w:r w:rsidRPr="00B90755">
        <w:rPr>
          <w:rFonts w:ascii="Arial" w:hAnsi="Arial" w:cs="Arial"/>
          <w:color w:val="2D2D2D"/>
        </w:rPr>
        <w:t xml:space="preserve"> kann Digital Layout auch </w:t>
      </w:r>
      <w:r w:rsidR="00E72CDE" w:rsidRPr="00B90755">
        <w:rPr>
          <w:rFonts w:ascii="Arial" w:hAnsi="Arial" w:cs="Arial"/>
          <w:color w:val="2D2D2D"/>
        </w:rPr>
        <w:t xml:space="preserve">zusammen </w:t>
      </w:r>
      <w:r w:rsidR="00E72CDE" w:rsidRPr="00B90755">
        <w:rPr>
          <w:rFonts w:ascii="Arial" w:hAnsi="Arial" w:cs="Arial"/>
          <w:color w:val="2D2D2D"/>
        </w:rPr>
        <w:lastRenderedPageBreak/>
        <w:t xml:space="preserve">mit dem Point Manager Plug-in für Autodesk </w:t>
      </w:r>
      <w:proofErr w:type="spellStart"/>
      <w:r w:rsidR="00E72CDE" w:rsidRPr="00B90755">
        <w:rPr>
          <w:rFonts w:ascii="Arial" w:hAnsi="Arial" w:cs="Arial"/>
          <w:color w:val="2D2D2D"/>
        </w:rPr>
        <w:t>Revit</w:t>
      </w:r>
      <w:proofErr w:type="spellEnd"/>
      <w:r w:rsidR="00E72CDE" w:rsidRPr="00B90755">
        <w:rPr>
          <w:rFonts w:ascii="Arial" w:hAnsi="Arial" w:cs="Arial"/>
          <w:color w:val="2D2D2D"/>
        </w:rPr>
        <w:t>®️ oder AutoCAD®️ eingesetzt werden</w:t>
      </w:r>
      <w:r w:rsidRPr="00B90755">
        <w:rPr>
          <w:rFonts w:ascii="Arial" w:hAnsi="Arial" w:cs="Arial"/>
          <w:color w:val="2D2D2D"/>
        </w:rPr>
        <w:t>.</w:t>
      </w:r>
      <w:r w:rsidR="00E72CDE" w:rsidRPr="00B90755">
        <w:rPr>
          <w:rFonts w:ascii="Arial" w:hAnsi="Arial" w:cs="Arial"/>
          <w:color w:val="2D2D2D"/>
        </w:rPr>
        <w:t xml:space="preserve"> </w:t>
      </w:r>
      <w:r w:rsidRPr="00B90755">
        <w:rPr>
          <w:rFonts w:ascii="Arial" w:hAnsi="Arial" w:cs="Arial"/>
          <w:color w:val="2D2D2D"/>
        </w:rPr>
        <w:t>Die Digital Layout Software</w:t>
      </w:r>
      <w:r w:rsidR="00E72CDE" w:rsidRPr="00B90755">
        <w:rPr>
          <w:rFonts w:ascii="Arial" w:hAnsi="Arial" w:cs="Arial"/>
          <w:color w:val="2D2D2D"/>
        </w:rPr>
        <w:t xml:space="preserve"> ist kompatibel mit 2D-, 3D- sowie BIM-Workflows und wird sowohl von Microsoft Windows als auch von Android-Betriebssystemen unterstützt. Zur Dokumentation des Projektfortschritts können die Anwender einfach und in Echtzeit PDF-Berichte generieren. Der ebenfalls enthaltene </w:t>
      </w:r>
      <w:proofErr w:type="spellStart"/>
      <w:r w:rsidR="00E72CDE" w:rsidRPr="00B90755">
        <w:rPr>
          <w:rFonts w:ascii="Arial" w:hAnsi="Arial" w:cs="Arial"/>
          <w:color w:val="2D2D2D"/>
        </w:rPr>
        <w:t>Topcon</w:t>
      </w:r>
      <w:proofErr w:type="spellEnd"/>
      <w:r w:rsidR="00E72CDE" w:rsidRPr="00B90755">
        <w:rPr>
          <w:rFonts w:ascii="Arial" w:hAnsi="Arial" w:cs="Arial"/>
          <w:color w:val="2D2D2D"/>
        </w:rPr>
        <w:t xml:space="preserve"> Cloud-Dienst </w:t>
      </w:r>
      <w:r w:rsidRPr="00B90755">
        <w:rPr>
          <w:rFonts w:ascii="Arial" w:hAnsi="Arial" w:cs="Arial"/>
          <w:color w:val="2D2D2D"/>
        </w:rPr>
        <w:t>Magnet</w:t>
      </w:r>
      <w:r w:rsidR="00E72CDE" w:rsidRPr="00B90755">
        <w:rPr>
          <w:rFonts w:ascii="Arial" w:hAnsi="Arial" w:cs="Arial"/>
          <w:color w:val="2D2D2D"/>
        </w:rPr>
        <w:t xml:space="preserve"> Enterprise ermöglicht zudem einen komfortablen Datenaustausch zwischen Büro und Baustelle.</w:t>
      </w:r>
    </w:p>
    <w:p w14:paraId="776E402F" w14:textId="0627E6A2" w:rsidR="00E72CDE" w:rsidRDefault="00E72CDE" w:rsidP="009F3D62">
      <w:pPr>
        <w:pStyle w:val="StandardWeb"/>
        <w:shd w:val="clear" w:color="auto" w:fill="FFFFFF"/>
        <w:spacing w:before="0" w:beforeAutospacing="0" w:after="225" w:afterAutospacing="0" w:line="264" w:lineRule="auto"/>
        <w:ind w:right="2552"/>
        <w:rPr>
          <w:rFonts w:ascii="Arial" w:hAnsi="Arial" w:cs="Arial"/>
          <w:color w:val="2D2D2D"/>
        </w:rPr>
      </w:pPr>
      <w:r w:rsidRPr="00B90755">
        <w:rPr>
          <w:rFonts w:ascii="Arial" w:hAnsi="Arial" w:cs="Arial"/>
          <w:color w:val="2D2D2D"/>
        </w:rPr>
        <w:t>Weitere Information unte</w:t>
      </w:r>
      <w:r w:rsidR="00BB0312">
        <w:rPr>
          <w:rFonts w:ascii="Arial" w:hAnsi="Arial" w:cs="Arial"/>
          <w:color w:val="2D2D2D"/>
        </w:rPr>
        <w:t>r</w:t>
      </w:r>
      <w:r w:rsidR="00BB0312">
        <w:rPr>
          <w:rFonts w:ascii="Arial" w:hAnsi="Arial" w:cs="Arial"/>
          <w:color w:val="2D2D2D"/>
        </w:rPr>
        <w:br/>
      </w:r>
      <w:hyperlink r:id="rId12" w:history="1">
        <w:r w:rsidR="00BB0312">
          <w:rPr>
            <w:rStyle w:val="Hyperlink"/>
            <w:rFonts w:ascii="Arial" w:hAnsi="Arial" w:cs="Arial"/>
          </w:rPr>
          <w:t>http://www.topconpositioning.com/de/digital-layout-software</w:t>
        </w:r>
      </w:hyperlink>
    </w:p>
    <w:p w14:paraId="25C102BF" w14:textId="77777777" w:rsidR="00CE7BB7" w:rsidRPr="00400900" w:rsidRDefault="00CE7BB7" w:rsidP="009F3D62">
      <w:pPr>
        <w:pBdr>
          <w:bottom w:val="single" w:sz="6" w:space="1" w:color="auto"/>
        </w:pBdr>
        <w:spacing w:line="264" w:lineRule="auto"/>
        <w:ind w:right="2552"/>
        <w:rPr>
          <w:rFonts w:ascii="Arial" w:hAnsi="Arial" w:cs="Arial"/>
          <w:sz w:val="14"/>
          <w:szCs w:val="14"/>
        </w:rPr>
      </w:pPr>
    </w:p>
    <w:p w14:paraId="78932FA0" w14:textId="77777777" w:rsidR="00954001" w:rsidRPr="00400900" w:rsidRDefault="00954001" w:rsidP="009F3D62">
      <w:pPr>
        <w:spacing w:line="264" w:lineRule="auto"/>
        <w:ind w:right="2552"/>
        <w:rPr>
          <w:rFonts w:ascii="Arial" w:hAnsi="Arial" w:cs="Arial"/>
          <w:sz w:val="14"/>
          <w:szCs w:val="14"/>
        </w:rPr>
      </w:pPr>
    </w:p>
    <w:p w14:paraId="41970FF3" w14:textId="77777777" w:rsidR="004D4E39" w:rsidRPr="008C5209" w:rsidRDefault="00954001" w:rsidP="009F3D62">
      <w:pPr>
        <w:spacing w:line="264" w:lineRule="auto"/>
        <w:ind w:right="2552"/>
        <w:rPr>
          <w:rFonts w:ascii="Arial" w:hAnsi="Arial" w:cs="Arial"/>
          <w:color w:val="000000"/>
          <w:sz w:val="14"/>
          <w:szCs w:val="14"/>
        </w:rPr>
      </w:pPr>
      <w:r w:rsidRPr="00954001">
        <w:rPr>
          <w:rFonts w:ascii="Arial" w:hAnsi="Arial" w:cs="Arial"/>
          <w:b/>
          <w:sz w:val="14"/>
          <w:szCs w:val="14"/>
        </w:rPr>
        <w:t xml:space="preserve">Über die </w:t>
      </w:r>
      <w:proofErr w:type="spellStart"/>
      <w:r w:rsidRPr="00954001">
        <w:rPr>
          <w:rFonts w:ascii="Arial" w:hAnsi="Arial" w:cs="Arial"/>
          <w:b/>
          <w:sz w:val="14"/>
          <w:szCs w:val="14"/>
        </w:rPr>
        <w:t>Topcon</w:t>
      </w:r>
      <w:proofErr w:type="spellEnd"/>
      <w:r w:rsidRPr="00954001">
        <w:rPr>
          <w:rFonts w:ascii="Arial" w:hAnsi="Arial" w:cs="Arial"/>
          <w:b/>
          <w:sz w:val="14"/>
          <w:szCs w:val="14"/>
        </w:rPr>
        <w:t xml:space="preserve"> </w:t>
      </w:r>
      <w:proofErr w:type="spellStart"/>
      <w:r w:rsidRPr="00954001">
        <w:rPr>
          <w:rFonts w:ascii="Arial" w:hAnsi="Arial" w:cs="Arial"/>
          <w:b/>
          <w:sz w:val="14"/>
          <w:szCs w:val="14"/>
        </w:rPr>
        <w:t>Positioning</w:t>
      </w:r>
      <w:proofErr w:type="spellEnd"/>
      <w:r w:rsidRPr="00954001">
        <w:rPr>
          <w:rFonts w:ascii="Arial" w:hAnsi="Arial" w:cs="Arial"/>
          <w:b/>
          <w:sz w:val="14"/>
          <w:szCs w:val="14"/>
        </w:rPr>
        <w:t xml:space="preserve"> Group </w:t>
      </w:r>
      <w:r w:rsidRPr="00954001">
        <w:rPr>
          <w:rFonts w:ascii="Arial" w:hAnsi="Arial" w:cs="Arial"/>
          <w:b/>
          <w:sz w:val="14"/>
          <w:szCs w:val="14"/>
        </w:rPr>
        <w:br/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Always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one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step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803BAD" w:rsidRPr="008C5209">
        <w:rPr>
          <w:rFonts w:ascii="Arial" w:hAnsi="Arial" w:cs="Arial"/>
          <w:color w:val="000000"/>
          <w:sz w:val="14"/>
          <w:szCs w:val="14"/>
        </w:rPr>
        <w:t>ahead</w:t>
      </w:r>
      <w:proofErr w:type="spellEnd"/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 – </w:t>
      </w:r>
      <w:r w:rsidR="00826427" w:rsidRPr="008C5209">
        <w:rPr>
          <w:rFonts w:ascii="Arial" w:hAnsi="Arial" w:cs="Arial"/>
          <w:color w:val="000000"/>
          <w:sz w:val="14"/>
          <w:szCs w:val="14"/>
        </w:rPr>
        <w:t>s</w:t>
      </w:r>
      <w:r w:rsidR="00803BAD" w:rsidRPr="008C5209">
        <w:rPr>
          <w:rFonts w:ascii="Arial" w:hAnsi="Arial" w:cs="Arial"/>
          <w:color w:val="000000"/>
          <w:sz w:val="14"/>
          <w:szCs w:val="14"/>
        </w:rPr>
        <w:t xml:space="preserve">tets 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einen Schritt voraus in Sachen Technologie und </w:t>
      </w:r>
      <w:r w:rsidR="0014648C" w:rsidRPr="008C5209">
        <w:rPr>
          <w:rFonts w:ascii="Arial" w:hAnsi="Arial" w:cs="Arial"/>
          <w:color w:val="000000"/>
          <w:sz w:val="14"/>
          <w:szCs w:val="14"/>
        </w:rPr>
        <w:t>Kundennutzen</w:t>
      </w:r>
      <w:r w:rsidR="001C7D7D" w:rsidRPr="008C5209">
        <w:rPr>
          <w:rFonts w:ascii="Arial" w:hAnsi="Arial" w:cs="Arial"/>
          <w:color w:val="000000"/>
          <w:sz w:val="14"/>
          <w:szCs w:val="14"/>
        </w:rPr>
        <w:t>.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Als Industrieführer entwickelt, fertigt und vertreibt 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Group Lösungen für präzise Messaufgaben und Arbeitsabläufe für Anwender in der globalen Bau- und Geodatenbranche sowie der Landwirtschaft. Der Hauptsitz der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Group liegt in Livermore in Kalifornien, USA (</w:t>
      </w:r>
      <w:hyperlink r:id="rId13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topconpositioning.com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4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5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16" w:history="1">
        <w:r w:rsidR="004D4E39" w:rsidRPr="004D4E39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). Die Europazentrale befindet sich in Capelle a/d IJssel in den Niederlanden. 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Corporation (</w:t>
      </w:r>
      <w:hyperlink r:id="rId17" w:history="1">
        <w:r w:rsidR="004D4E39" w:rsidRPr="0095400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8C5209">
        <w:rPr>
          <w:rFonts w:ascii="Arial" w:hAnsi="Arial" w:cs="Arial"/>
          <w:color w:val="000000"/>
          <w:sz w:val="14"/>
          <w:szCs w:val="14"/>
        </w:rPr>
        <w:t>)</w:t>
      </w:r>
      <w:r w:rsidR="004D4E39" w:rsidRPr="008C5209">
        <w:rPr>
          <w:rFonts w:ascii="Arial" w:hAnsi="Arial" w:cs="Arial"/>
          <w:color w:val="000000"/>
          <w:sz w:val="14"/>
          <w:szCs w:val="14"/>
        </w:rPr>
        <w:t xml:space="preserve"> wurde 1932 gegründet und ist an der Börse von Tokio notiert (TSE: 7732).</w:t>
      </w:r>
    </w:p>
    <w:p w14:paraId="5B4BBCA9" w14:textId="77777777" w:rsidR="004D4E39" w:rsidRPr="008C5209" w:rsidRDefault="004D4E39" w:rsidP="009F3D62">
      <w:pPr>
        <w:spacing w:line="264" w:lineRule="auto"/>
        <w:ind w:right="2552"/>
        <w:rPr>
          <w:rFonts w:ascii="Arial" w:hAnsi="Arial" w:cs="Arial"/>
          <w:color w:val="000000"/>
          <w:sz w:val="14"/>
          <w:szCs w:val="14"/>
        </w:rPr>
      </w:pPr>
    </w:p>
    <w:p w14:paraId="03918201" w14:textId="77777777" w:rsidR="00220EA2" w:rsidRPr="00796D45" w:rsidRDefault="00954001" w:rsidP="009F3D62">
      <w:pPr>
        <w:spacing w:line="264" w:lineRule="auto"/>
        <w:ind w:right="2552"/>
        <w:rPr>
          <w:lang w:bidi="ar-SA"/>
        </w:rPr>
      </w:pPr>
      <w:r w:rsidRPr="008C5209">
        <w:rPr>
          <w:rFonts w:ascii="Arial" w:hAnsi="Arial" w:cs="Arial"/>
          <w:color w:val="000000"/>
          <w:sz w:val="14"/>
          <w:szCs w:val="14"/>
        </w:rPr>
        <w:t xml:space="preserve">Die </w:t>
      </w:r>
      <w:proofErr w:type="spellStart"/>
      <w:r w:rsidR="004D4E39" w:rsidRPr="008C5209">
        <w:rPr>
          <w:rFonts w:ascii="Arial" w:hAnsi="Arial" w:cs="Arial"/>
          <w:color w:val="000000"/>
          <w:sz w:val="14"/>
          <w:szCs w:val="14"/>
        </w:rPr>
        <w:t>Topcon</w:t>
      </w:r>
      <w:proofErr w:type="spellEnd"/>
      <w:r w:rsidRPr="008C5209">
        <w:rPr>
          <w:rFonts w:ascii="Arial" w:hAnsi="Arial" w:cs="Arial"/>
          <w:color w:val="000000"/>
          <w:sz w:val="14"/>
          <w:szCs w:val="14"/>
        </w:rPr>
        <w:t xml:space="preserve"> Deutschland </w:t>
      </w:r>
      <w:proofErr w:type="spellStart"/>
      <w:r w:rsidRPr="008C5209">
        <w:rPr>
          <w:rFonts w:ascii="Arial" w:hAnsi="Arial" w:cs="Arial"/>
          <w:color w:val="000000"/>
          <w:sz w:val="14"/>
          <w:szCs w:val="14"/>
        </w:rPr>
        <w:t>Positioning</w:t>
      </w:r>
      <w:proofErr w:type="spellEnd"/>
      <w:r w:rsidRPr="008C5209">
        <w:rPr>
          <w:rFonts w:ascii="Arial" w:hAnsi="Arial" w:cs="Arial"/>
          <w:color w:val="000000"/>
          <w:sz w:val="14"/>
          <w:szCs w:val="14"/>
        </w:rPr>
        <w:t xml:space="preserve"> GmbH (</w:t>
      </w:r>
      <w:hyperlink r:id="rId18" w:history="1">
        <w:r w:rsidR="00796D45" w:rsidRPr="00796D45">
          <w:rPr>
            <w:rStyle w:val="Hyperlink"/>
            <w:rFonts w:ascii="Arial" w:hAnsi="Arial" w:cs="Arial"/>
            <w:color w:val="0563C1"/>
            <w:sz w:val="14"/>
            <w:szCs w:val="14"/>
          </w:rPr>
          <w:t>topconpositioning.com/de</w:t>
        </w:r>
      </w:hyperlink>
      <w:r w:rsidRPr="008C5209">
        <w:rPr>
          <w:rFonts w:ascii="Arial" w:hAnsi="Arial" w:cs="Arial"/>
          <w:color w:val="000000"/>
          <w:sz w:val="14"/>
          <w:szCs w:val="14"/>
        </w:rPr>
        <w:t xml:space="preserve">) mit Hauptsitz in Hamburg ist für Vertrieb, Vermarktung und Kundendienst der Produkte zur Positionsbestimmung </w:t>
      </w:r>
      <w:r w:rsidR="003F1044" w:rsidRPr="008C5209">
        <w:rPr>
          <w:rFonts w:ascii="Arial" w:hAnsi="Arial" w:cs="Arial"/>
          <w:color w:val="000000"/>
          <w:sz w:val="14"/>
          <w:szCs w:val="14"/>
        </w:rPr>
        <w:t>in</w:t>
      </w:r>
      <w:r w:rsidRPr="008C5209">
        <w:rPr>
          <w:rFonts w:ascii="Arial" w:hAnsi="Arial" w:cs="Arial"/>
          <w:color w:val="000000"/>
          <w:sz w:val="14"/>
          <w:szCs w:val="14"/>
        </w:rPr>
        <w:t xml:space="preserve"> den deutschsprachigen Märkten verantwortlich</w:t>
      </w:r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 (</w:t>
      </w:r>
      <w:hyperlink r:id="rId19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LinkedIn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0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Twitter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1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Facebook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 xml:space="preserve">, </w:t>
      </w:r>
      <w:hyperlink r:id="rId22" w:history="1">
        <w:r w:rsidR="0031325E" w:rsidRPr="0031325E">
          <w:rPr>
            <w:rStyle w:val="Hyperlink"/>
            <w:rFonts w:ascii="Arial" w:hAnsi="Arial" w:cs="Arial"/>
            <w:sz w:val="14"/>
            <w:szCs w:val="14"/>
          </w:rPr>
          <w:t>Instagram</w:t>
        </w:r>
      </w:hyperlink>
      <w:r w:rsidR="0031325E" w:rsidRPr="008C5209">
        <w:rPr>
          <w:rFonts w:ascii="Arial" w:hAnsi="Arial" w:cs="Arial"/>
          <w:color w:val="000000"/>
          <w:sz w:val="14"/>
          <w:szCs w:val="14"/>
        </w:rPr>
        <w:t>)</w:t>
      </w:r>
      <w:r w:rsidRPr="008C5209">
        <w:rPr>
          <w:rFonts w:ascii="Arial" w:hAnsi="Arial" w:cs="Arial"/>
          <w:color w:val="000000"/>
          <w:sz w:val="14"/>
          <w:szCs w:val="14"/>
        </w:rPr>
        <w:t>.</w:t>
      </w:r>
    </w:p>
    <w:p w14:paraId="00351558" w14:textId="77777777" w:rsidR="00220EA2" w:rsidRPr="00220EA2" w:rsidRDefault="00220EA2" w:rsidP="009F3D62">
      <w:pPr>
        <w:spacing w:line="264" w:lineRule="auto"/>
        <w:ind w:right="2552"/>
        <w:rPr>
          <w:rFonts w:ascii="Arial" w:hAnsi="Arial" w:cs="Arial"/>
          <w:sz w:val="14"/>
          <w:szCs w:val="14"/>
        </w:rPr>
      </w:pPr>
    </w:p>
    <w:p w14:paraId="0F806E32" w14:textId="77777777" w:rsidR="00220EA2" w:rsidRPr="00220EA2" w:rsidRDefault="00220EA2" w:rsidP="009F3D62">
      <w:pPr>
        <w:spacing w:line="264" w:lineRule="auto"/>
        <w:rPr>
          <w:rFonts w:ascii="Arial" w:hAnsi="Arial" w:cs="Arial"/>
          <w:sz w:val="14"/>
          <w:szCs w:val="14"/>
        </w:rPr>
      </w:pPr>
    </w:p>
    <w:p w14:paraId="4D10217F" w14:textId="77777777" w:rsidR="00220EA2" w:rsidRDefault="00220EA2" w:rsidP="009F3D62">
      <w:pPr>
        <w:spacing w:line="264" w:lineRule="auto"/>
        <w:rPr>
          <w:rFonts w:ascii="Arial" w:hAnsi="Arial" w:cs="Arial"/>
          <w:sz w:val="14"/>
          <w:szCs w:val="14"/>
        </w:rPr>
      </w:pPr>
    </w:p>
    <w:p w14:paraId="7EE1E938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3BBD04D3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5D6EF9AD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056D58B0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4EF00E8F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6A6B6DBF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365E2482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54AB6D30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4F889BBC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46CB5835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0203CC17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66B931DF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69BB1599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49387A67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16BCA9DF" w14:textId="77777777" w:rsidR="00C03880" w:rsidRDefault="00C03880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</w:p>
    <w:p w14:paraId="5ECD8B6E" w14:textId="77777777" w:rsidR="00954001" w:rsidRPr="00220EA2" w:rsidRDefault="00220EA2" w:rsidP="009F3D62">
      <w:pPr>
        <w:tabs>
          <w:tab w:val="left" w:pos="7715"/>
        </w:tabs>
        <w:spacing w:line="264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</w:p>
    <w:sectPr w:rsidR="00954001" w:rsidRPr="00220EA2" w:rsidSect="00AC20B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2713" w:right="1529" w:bottom="1946" w:left="1015" w:header="360" w:footer="177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CC86" w14:textId="77777777" w:rsidR="001044B2" w:rsidRDefault="001044B2">
      <w:r>
        <w:separator/>
      </w:r>
    </w:p>
  </w:endnote>
  <w:endnote w:type="continuationSeparator" w:id="0">
    <w:p w14:paraId="79B13DD5" w14:textId="77777777" w:rsidR="001044B2" w:rsidRDefault="0010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BT">
    <w:altName w:val="Times New Roman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0DC5" w14:textId="77777777" w:rsidR="00546E8A" w:rsidRDefault="00546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E4D" w14:textId="77777777" w:rsidR="00CF01C7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DE5ADC0" wp14:editId="1F479D58">
              <wp:simplePos x="0" y="0"/>
              <wp:positionH relativeFrom="column">
                <wp:posOffset>-69850</wp:posOffset>
              </wp:positionH>
              <wp:positionV relativeFrom="paragraph">
                <wp:posOffset>73660</wp:posOffset>
              </wp:positionV>
              <wp:extent cx="3543300" cy="1047750"/>
              <wp:effectExtent l="0" t="0" r="0" b="0"/>
              <wp:wrapTight wrapText="bothSides">
                <wp:wrapPolygon edited="0">
                  <wp:start x="0" y="0"/>
                  <wp:lineTo x="0" y="21469"/>
                  <wp:lineTo x="21523" y="21469"/>
                  <wp:lineTo x="21523" y="0"/>
                  <wp:lineTo x="0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3300" cy="1047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74D9F3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02DA0F3B" w14:textId="77777777" w:rsidR="00CF01C7" w:rsidRPr="00B01F4B" w:rsidRDefault="00CF01C7" w:rsidP="00AC20BD">
                          <w:pPr>
                            <w:pStyle w:val="berschrift1"/>
                            <w:spacing w:before="0" w:after="0" w:line="288" w:lineRule="auto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Wir freuen uns über eine Veröffentlichung. </w:t>
                          </w:r>
                        </w:p>
                        <w:p w14:paraId="0286F6A5" w14:textId="77777777" w:rsidR="00CF01C7" w:rsidRPr="00B01F4B" w:rsidRDefault="00CF01C7" w:rsidP="00AC20BD">
                          <w:pPr>
                            <w:tabs>
                              <w:tab w:val="left" w:pos="284"/>
                            </w:tabs>
                            <w:spacing w:line="288" w:lineRule="auto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Bitte senden Sie nach Erscheinen ein Belegexemplar an: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PR-Organisation: </w:t>
                          </w:r>
                          <w:r w:rsidR="00546E8A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Susanne Stern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 xml:space="preserve">Tel. +49 (0) 721 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-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62 71 007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65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</w:r>
                          <w:hyperlink r:id="rId1" w:history="1">
                            <w:r w:rsidR="00EF771C" w:rsidRPr="00421472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sstern@wyynot.de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2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  <w:szCs w:val="12"/>
                              </w:rPr>
                              <w:t>www.wyynot.de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5AD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-5.5pt;margin-top:5.8pt;width:279pt;height:8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" stroked="f">
              <v:textbox>
                <w:txbxContent>
                  <w:p w14:paraId="2974D9F3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02DA0F3B" w14:textId="77777777" w:rsidR="00CF01C7" w:rsidRPr="00B01F4B" w:rsidRDefault="00CF01C7" w:rsidP="00AC20BD">
                    <w:pPr>
                      <w:pStyle w:val="berschrift1"/>
                      <w:spacing w:before="0" w:after="0" w:line="288" w:lineRule="auto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 xml:space="preserve">Wir freuen uns über eine Veröffentlichung. </w:t>
                    </w:r>
                  </w:p>
                  <w:p w14:paraId="0286F6A5" w14:textId="77777777" w:rsidR="00CF01C7" w:rsidRPr="00B01F4B" w:rsidRDefault="00CF01C7" w:rsidP="00AC20BD">
                    <w:pPr>
                      <w:tabs>
                        <w:tab w:val="left" w:pos="284"/>
                      </w:tabs>
                      <w:spacing w:line="288" w:lineRule="auto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Bitte senden Sie nach Erscheinen ein Belegexemplar an: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wyynot GmbH, Werbeagentur, PR-Agentur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PR-Organisation: </w:t>
                    </w:r>
                    <w:r w:rsidR="00546E8A">
                      <w:rPr>
                        <w:rFonts w:ascii="Arial" w:hAnsi="Arial" w:cs="Arial"/>
                        <w:sz w:val="12"/>
                        <w:szCs w:val="12"/>
                      </w:rPr>
                      <w:t>Susanne Stern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 xml:space="preserve">Tel. +49 (0) 721 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>-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62 71 007</w:t>
                    </w:r>
                    <w:r w:rsidR="008870E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>65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</w:r>
                    <w:hyperlink r:id="rId3" w:history="1">
                      <w:r w:rsidR="00EF771C" w:rsidRPr="00421472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sstern@wyynot.de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hyperlink r:id="rId4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  <w:szCs w:val="12"/>
                        </w:rPr>
                        <w:t>www.wyynot.de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96BFB22" wp14:editId="5E8E09BD">
              <wp:simplePos x="0" y="0"/>
              <wp:positionH relativeFrom="margin">
                <wp:posOffset>4851400</wp:posOffset>
              </wp:positionH>
              <wp:positionV relativeFrom="paragraph">
                <wp:posOffset>74295</wp:posOffset>
              </wp:positionV>
              <wp:extent cx="1931670" cy="112458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1670" cy="1124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06FE56C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</w:p>
                        <w:p w14:paraId="4FC11FCB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3EED81F4" w14:textId="77777777" w:rsidR="008870EE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5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389F4FA6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(0) </w:t>
                          </w:r>
                          <w:r w:rsidR="00366FA9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40 – 226 33 16 - 0</w:t>
                          </w:r>
                        </w:p>
                        <w:p w14:paraId="52BF5D42" w14:textId="77777777" w:rsidR="008870EE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12699189" w14:textId="77777777" w:rsidR="008870EE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</w:p>
                        <w:p w14:paraId="7700DF1A" w14:textId="77777777" w:rsidR="00CF01C7" w:rsidRPr="00B01F4B" w:rsidRDefault="008870EE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="00CF01C7"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777BDA55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6573F2AD" w14:textId="77777777" w:rsidR="00CF01C7" w:rsidRPr="00B01F4B" w:rsidRDefault="00CF01C7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2C31C42B" w14:textId="77777777" w:rsidR="00CF01C7" w:rsidRPr="00B01F4B" w:rsidRDefault="00000000" w:rsidP="00AC20B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6" w:history="1">
                            <w:r w:rsidR="008870EE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tdp-info@topcon.com</w:t>
                            </w:r>
                          </w:hyperlink>
                          <w:r w:rsidR="008870EE">
                            <w:rPr>
                              <w:rFonts w:ascii="Arial" w:hAnsi="Arial" w:cs="Arial"/>
                              <w:sz w:val="12"/>
                            </w:rPr>
                            <w:t xml:space="preserve">, </w:t>
                          </w:r>
                          <w:hyperlink r:id="rId7" w:history="1">
                            <w:r w:rsidR="00AC20BD" w:rsidRPr="00790D09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www.topconpositioning.de</w:t>
                            </w:r>
                          </w:hyperlink>
                          <w:r w:rsidR="00AC20BD"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6BFB22" id="Text Box 1" o:spid="_x0000_s1035" type="#_x0000_t202" style="position:absolute;margin-left:382pt;margin-top:5.85pt;width:152.1pt;height:88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" stroked="f">
              <v:textbox>
                <w:txbxContent>
                  <w:p w14:paraId="306FE56C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4FC11FCB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3EED81F4" w14:textId="77777777" w:rsidR="008870EE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8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389F4FA6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(0) </w:t>
                    </w:r>
                    <w:r w:rsidR="00366FA9">
                      <w:rPr>
                        <w:rFonts w:ascii="Arial" w:hAnsi="Arial" w:cs="Arial"/>
                        <w:b/>
                        <w:sz w:val="12"/>
                      </w:rPr>
                      <w:t>40 – 226 33 16 - 0</w:t>
                    </w:r>
                  </w:p>
                  <w:p w14:paraId="52BF5D42" w14:textId="77777777" w:rsidR="008870EE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12699189" w14:textId="77777777" w:rsidR="008870EE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7700DF1A" w14:textId="77777777" w:rsidR="00CF01C7" w:rsidRPr="00B01F4B" w:rsidRDefault="008870EE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="00CF01C7"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777BDA55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6573F2AD" w14:textId="77777777" w:rsidR="00CF01C7" w:rsidRPr="00B01F4B" w:rsidRDefault="00CF01C7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2C31C42B" w14:textId="77777777" w:rsidR="00CF01C7" w:rsidRPr="00B01F4B" w:rsidRDefault="00000000" w:rsidP="00AC20BD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rPr>
                        <w:rFonts w:ascii="Arial" w:hAnsi="Arial" w:cs="Arial"/>
                        <w:sz w:val="12"/>
                      </w:rPr>
                    </w:pPr>
                    <w:hyperlink r:id="rId9" w:history="1">
                      <w:r w:rsidR="008870EE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tdp-info@topcon.com</w:t>
                      </w:r>
                    </w:hyperlink>
                    <w:r w:rsidR="008870EE">
                      <w:rPr>
                        <w:rFonts w:ascii="Arial" w:hAnsi="Arial" w:cs="Arial"/>
                        <w:sz w:val="12"/>
                      </w:rPr>
                      <w:t xml:space="preserve">, </w:t>
                    </w:r>
                    <w:hyperlink r:id="rId10" w:history="1">
                      <w:r w:rsidR="00AC20BD" w:rsidRPr="00790D09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www.topconpositioning.de</w:t>
                      </w:r>
                    </w:hyperlink>
                    <w:r w:rsidR="00AC20BD"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280B" w14:textId="77777777" w:rsidR="00B01F4B" w:rsidRDefault="00E953BF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32C987F" wp14:editId="00E30586">
              <wp:simplePos x="0" y="0"/>
              <wp:positionH relativeFrom="column">
                <wp:posOffset>4362450</wp:posOffset>
              </wp:positionH>
              <wp:positionV relativeFrom="paragraph">
                <wp:posOffset>304800</wp:posOffset>
              </wp:positionV>
              <wp:extent cx="2188845" cy="9728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88845" cy="972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C571A53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Pressekontakt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b/>
                              <w:color w:val="000000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Deutschland </w:t>
                          </w:r>
                          <w:proofErr w:type="spellStart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Positioning</w:t>
                          </w:r>
                          <w:proofErr w:type="spellEnd"/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Julia Kirchner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hyperlink r:id="rId1" w:history="1">
                            <w:r w:rsidRPr="008C5209">
                              <w:rPr>
                                <w:rStyle w:val="Hyperlink"/>
                                <w:rFonts w:ascii="Arial" w:hAnsi="Arial" w:cs="Arial"/>
                                <w:color w:val="000000"/>
                                <w:sz w:val="12"/>
                                <w:u w:val="none"/>
                              </w:rPr>
                              <w:t>jkirchner@topcon.com</w:t>
                            </w:r>
                          </w:hyperlink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Tel. +49 (0) 201 / 86 19 262</w:t>
                          </w:r>
                        </w:p>
                        <w:p w14:paraId="1499BB9F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Topcon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Deutschland </w:t>
                          </w:r>
                          <w:proofErr w:type="spellStart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Positioning</w:t>
                          </w:r>
                          <w:proofErr w:type="spellEnd"/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 xml:space="preserve"> GmbH</w:t>
                          </w: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br/>
                            <w:t>Alter Teichweg 55b, 22049 Hamburg</w:t>
                          </w:r>
                        </w:p>
                        <w:p w14:paraId="68BF7197" w14:textId="77777777" w:rsidR="002E2FB6" w:rsidRPr="008C5209" w:rsidRDefault="002E2FB6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r w:rsidRPr="008C5209"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  <w:t>Tel. +49 (0) 4022 63 316-0</w:t>
                          </w:r>
                        </w:p>
                        <w:p w14:paraId="13759BDA" w14:textId="77777777" w:rsidR="002E2FB6" w:rsidRPr="008C5209" w:rsidRDefault="00000000" w:rsidP="002E2FB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12"/>
                            </w:rPr>
                          </w:pPr>
                          <w:hyperlink r:id="rId2" w:history="1">
                            <w:r w:rsidR="00220EA2" w:rsidRPr="00E068E5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www.topconpositioning.com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C987F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43.5pt;margin-top:24pt;width:172.35pt;height:76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" stroked="f">
              <v:textbox>
                <w:txbxContent>
                  <w:p w14:paraId="5C571A53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b/>
                        <w:color w:val="000000"/>
                        <w:sz w:val="12"/>
                      </w:rPr>
                      <w:t xml:space="preserve">Pressekontakt Topcon </w:t>
                    </w: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Julia Kirchner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</w:r>
                    <w:hyperlink r:id="rId3" w:history="1">
                      <w:r w:rsidRPr="008C5209">
                        <w:rPr>
                          <w:rStyle w:val="Hyperlink"/>
                          <w:rFonts w:ascii="Arial" w:hAnsi="Arial" w:cs="Arial"/>
                          <w:color w:val="000000"/>
                          <w:sz w:val="12"/>
                          <w:u w:val="none"/>
                        </w:rPr>
                        <w:t>jkirchner@topcon.com</w:t>
                      </w:r>
                    </w:hyperlink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Tel. +49 (0) 201 / 86 19 262</w:t>
                    </w:r>
                  </w:p>
                  <w:p w14:paraId="1499BB9F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Topcon Deutschland Positioning GmbH</w:t>
                    </w: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br/>
                      <w:t>Alter Teichweg 55b, 22049 Hamburg</w:t>
                    </w:r>
                  </w:p>
                  <w:p w14:paraId="68BF7197" w14:textId="77777777" w:rsidR="002E2FB6" w:rsidRPr="008C5209" w:rsidRDefault="002E2FB6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r w:rsidRPr="008C5209">
                      <w:rPr>
                        <w:rFonts w:ascii="Arial" w:hAnsi="Arial" w:cs="Arial"/>
                        <w:color w:val="000000"/>
                        <w:sz w:val="12"/>
                      </w:rPr>
                      <w:t>Tel. +49 (0) 4022 63 316-0</w:t>
                    </w:r>
                  </w:p>
                  <w:p w14:paraId="13759BDA" w14:textId="77777777" w:rsidR="002E2FB6" w:rsidRPr="008C5209" w:rsidRDefault="00000000" w:rsidP="002E2FB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2"/>
                      </w:rPr>
                    </w:pPr>
                    <w:hyperlink r:id="rId4" w:history="1">
                      <w:r w:rsidR="00220EA2" w:rsidRPr="00E068E5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www.topconpositioning.com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057A0CD" wp14:editId="5CC09803">
              <wp:simplePos x="0" y="0"/>
              <wp:positionH relativeFrom="column">
                <wp:posOffset>-84455</wp:posOffset>
              </wp:positionH>
              <wp:positionV relativeFrom="paragraph">
                <wp:posOffset>317500</wp:posOffset>
              </wp:positionV>
              <wp:extent cx="3893185" cy="914400"/>
              <wp:effectExtent l="0" t="0" r="0" b="0"/>
              <wp:wrapTight wrapText="bothSides">
                <wp:wrapPolygon edited="0">
                  <wp:start x="0" y="0"/>
                  <wp:lineTo x="0" y="21300"/>
                  <wp:lineTo x="21561" y="21300"/>
                  <wp:lineTo x="21561" y="0"/>
                  <wp:lineTo x="0" y="0"/>
                </wp:wrapPolygon>
              </wp:wrapTight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9318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15C638" w14:textId="77777777" w:rsidR="00B01F4B" w:rsidRPr="00B01F4B" w:rsidRDefault="00B01F4B" w:rsidP="00B01F4B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Für Rückfragen stehen wir Ihnen gerne zur Verfügung.</w:t>
                          </w:r>
                        </w:p>
                        <w:p w14:paraId="3062389F" w14:textId="77777777" w:rsidR="00B01F4B" w:rsidRPr="00D47CD7" w:rsidRDefault="00B01F4B" w:rsidP="00D47CD7">
                          <w:pPr>
                            <w:pStyle w:val="berschrift1"/>
                            <w:spacing w:before="0" w:after="0"/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</w:pP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t>Wir freuen uns über eine Veröffentlichung. Bitte senden Sie nach Erscheinen ein Belegexemplar an:</w:t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r w:rsidRPr="00B01F4B">
                            <w:rPr>
                              <w:rFonts w:cs="Arial"/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>wyynot</w:t>
                          </w:r>
                          <w:proofErr w:type="spellEnd"/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t xml:space="preserve"> GmbH, Werbeagentur, PR-Agentur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PR-Organisation: Annett Winkle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Rüppurrer Str. 4, 76137 Karlsruhe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Tel. +49 (0) 721 / 62 71 007-65, Fax +49 (0) 721 / 62 71 007-79</w:t>
                          </w:r>
                          <w:r w:rsidRPr="00D47CD7">
                            <w:rPr>
                              <w:rFonts w:cs="Arial"/>
                              <w:b w:val="0"/>
                              <w:sz w:val="12"/>
                              <w:szCs w:val="12"/>
                            </w:rPr>
                            <w:br/>
                            <w:t>winkle@wyynot.de, www.wyynot.de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57A0CD" id="_x0000_s1038" type="#_x0000_t202" style="position:absolute;margin-left:-6.65pt;margin-top:25pt;width:306.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" stroked="f">
              <v:textbox>
                <w:txbxContent>
                  <w:p w14:paraId="7A15C638" w14:textId="77777777" w:rsidR="00B01F4B" w:rsidRPr="00B01F4B" w:rsidRDefault="00B01F4B" w:rsidP="00B01F4B">
                    <w:pPr>
                      <w:pStyle w:val="berschrift1"/>
                      <w:spacing w:before="0" w:after="0"/>
                      <w:rPr>
                        <w:rFonts w:cs="Arial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Für Rückfragen stehen wir Ihnen gerne zur Verfügung.</w:t>
                    </w:r>
                  </w:p>
                  <w:p w14:paraId="3062389F" w14:textId="77777777" w:rsidR="00B01F4B" w:rsidRPr="00D47CD7" w:rsidRDefault="00B01F4B" w:rsidP="00D47CD7">
                    <w:pPr>
                      <w:pStyle w:val="berschrift1"/>
                      <w:spacing w:before="0" w:after="0"/>
                      <w:rPr>
                        <w:rFonts w:cs="Arial"/>
                        <w:b w:val="0"/>
                        <w:sz w:val="12"/>
                        <w:szCs w:val="12"/>
                      </w:rPr>
                    </w:pPr>
                    <w:r w:rsidRPr="00B01F4B">
                      <w:rPr>
                        <w:rFonts w:cs="Arial"/>
                        <w:sz w:val="12"/>
                        <w:szCs w:val="12"/>
                      </w:rPr>
                      <w:t>Wir freuen uns über eine Veröffentlichung. Bitte senden Sie nach Erscheinen ein Belegexemplar an:</w:t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B01F4B">
                      <w:rPr>
                        <w:rFonts w:cs="Arial"/>
                        <w:sz w:val="12"/>
                        <w:szCs w:val="12"/>
                      </w:rPr>
                      <w:br/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t>wyynot GmbH, Werbeagentur, PR-Agentur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PR-Organisation: Annett Winkle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Rüppurrer Str. 4, 76137 Karlsruhe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Tel. +49 (0) 721 / 62 71 007-65, Fax +49 (0) 721 / 62 71 007-79</w:t>
                    </w:r>
                    <w:r w:rsidRPr="00D47CD7">
                      <w:rPr>
                        <w:rFonts w:cs="Arial"/>
                        <w:b w:val="0"/>
                        <w:sz w:val="12"/>
                        <w:szCs w:val="12"/>
                      </w:rPr>
                      <w:br/>
                      <w:t>winkle@wyynot.de, www.wyynot.de</w:t>
                    </w:r>
                  </w:p>
                </w:txbxContent>
              </v:textbox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754C" w14:textId="77777777" w:rsidR="001044B2" w:rsidRDefault="001044B2">
      <w:r>
        <w:separator/>
      </w:r>
    </w:p>
  </w:footnote>
  <w:footnote w:type="continuationSeparator" w:id="0">
    <w:p w14:paraId="2798FA73" w14:textId="77777777" w:rsidR="001044B2" w:rsidRDefault="00104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929C" w14:textId="77777777" w:rsidR="00546E8A" w:rsidRDefault="00546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623B" w14:textId="77777777" w:rsidR="00D47CD7" w:rsidRDefault="00BE5BF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E72D59" wp14:editId="59C39AC7">
              <wp:simplePos x="0" y="0"/>
              <wp:positionH relativeFrom="page">
                <wp:posOffset>8255</wp:posOffset>
              </wp:positionH>
              <wp:positionV relativeFrom="paragraph">
                <wp:posOffset>-221541</wp:posOffset>
              </wp:positionV>
              <wp:extent cx="7753350" cy="660400"/>
              <wp:effectExtent l="0" t="0" r="6350" b="0"/>
              <wp:wrapNone/>
              <wp:docPr id="1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3AC30B" id="Rectangle 6" o:spid="_x0000_s1026" style="position:absolute;margin-left:.65pt;margin-top:-17.45pt;width:610.5pt;height:5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VZGAuuEAAAAO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15B044" wp14:editId="1B17F0BB">
              <wp:simplePos x="0" y="0"/>
              <wp:positionH relativeFrom="column">
                <wp:posOffset>1224280</wp:posOffset>
              </wp:positionH>
              <wp:positionV relativeFrom="paragraph">
                <wp:posOffset>3175</wp:posOffset>
              </wp:positionV>
              <wp:extent cx="5380355" cy="266700"/>
              <wp:effectExtent l="0" t="0" r="0" b="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8035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4E1A23" w14:textId="77777777" w:rsidR="00C03880" w:rsidRPr="00E81F3B" w:rsidRDefault="00C03880" w:rsidP="00C03880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  <w:r w:rsidR="0031669C">
                            <w:rPr>
                              <w:rFonts w:ascii="Arial" w:hAnsi="Arial" w:cs="Arial"/>
                            </w:rPr>
                            <w:t xml:space="preserve"> | UNTERNEHMENSMELDUNG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15B0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96.4pt;margin-top:.25pt;width:423.6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" filled="f" stroked="f" strokeweight=".5pt">
              <v:textbox>
                <w:txbxContent>
                  <w:p w14:paraId="7F4E1A23" w14:textId="77777777" w:rsidR="00C03880" w:rsidRPr="00E81F3B" w:rsidRDefault="00C03880" w:rsidP="00C03880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  <w:r w:rsidR="0031669C">
                      <w:rPr>
                        <w:rFonts w:ascii="Arial" w:hAnsi="Arial" w:cs="Arial"/>
                      </w:rPr>
                      <w:t xml:space="preserve"> | UNTERNEHMENSMELDUNG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007AE91D" wp14:editId="064DB356">
          <wp:simplePos x="0" y="0"/>
          <wp:positionH relativeFrom="margin">
            <wp:posOffset>-40005</wp:posOffset>
          </wp:positionH>
          <wp:positionV relativeFrom="paragraph">
            <wp:posOffset>38100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54DB" w14:textId="77777777" w:rsidR="00870D37" w:rsidRPr="008C5209" w:rsidRDefault="00E953BF" w:rsidP="00846CEF">
    <w:pPr>
      <w:pStyle w:val="Kopfzeile"/>
      <w:ind w:left="-720" w:right="-720"/>
      <w:jc w:val="center"/>
      <w:rPr>
        <w:rFonts w:ascii="Arial" w:hAnsi="Arial"/>
        <w:color w:va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86EF5" wp14:editId="66655191">
              <wp:simplePos x="0" y="0"/>
              <wp:positionH relativeFrom="column">
                <wp:posOffset>4481195</wp:posOffset>
              </wp:positionH>
              <wp:positionV relativeFrom="paragraph">
                <wp:posOffset>63500</wp:posOffset>
              </wp:positionV>
              <wp:extent cx="1949450" cy="266700"/>
              <wp:effectExtent l="0" t="0" r="0" b="0"/>
              <wp:wrapNone/>
              <wp:docPr id="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1DC2A1" w14:textId="77777777" w:rsidR="00327EDB" w:rsidRPr="00E81F3B" w:rsidRDefault="00327EDB" w:rsidP="00327ED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86EF5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352.85pt;margin-top:5pt;width:153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" filled="f" stroked="f" strokeweight=".5pt">
              <v:textbox>
                <w:txbxContent>
                  <w:p w14:paraId="7B1DC2A1" w14:textId="77777777" w:rsidR="00327EDB" w:rsidRPr="00E81F3B" w:rsidRDefault="00327EDB" w:rsidP="00327ED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7F71A17" wp14:editId="3DB0CC35">
          <wp:simplePos x="0" y="0"/>
          <wp:positionH relativeFrom="margin">
            <wp:posOffset>-19050</wp:posOffset>
          </wp:positionH>
          <wp:positionV relativeFrom="paragraph">
            <wp:posOffset>101600</wp:posOffset>
          </wp:positionV>
          <wp:extent cx="927100" cy="152400"/>
          <wp:effectExtent l="0" t="0" r="0" b="0"/>
          <wp:wrapThrough wrapText="bothSides">
            <wp:wrapPolygon edited="0">
              <wp:start x="888" y="0"/>
              <wp:lineTo x="0" y="9000"/>
              <wp:lineTo x="0" y="19800"/>
              <wp:lineTo x="21304" y="19800"/>
              <wp:lineTo x="21304" y="0"/>
              <wp:lineTo x="5918" y="0"/>
              <wp:lineTo x="888" y="0"/>
            </wp:wrapPolygon>
          </wp:wrapThrough>
          <wp:docPr id="3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96DDA7" wp14:editId="30C225B0">
              <wp:simplePos x="0" y="0"/>
              <wp:positionH relativeFrom="page">
                <wp:posOffset>-15875</wp:posOffset>
              </wp:positionH>
              <wp:positionV relativeFrom="paragraph">
                <wp:posOffset>-206375</wp:posOffset>
              </wp:positionV>
              <wp:extent cx="7753350" cy="660400"/>
              <wp:effectExtent l="0" t="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5FAB9F" id="Rectangle 6" o:spid="_x0000_s1026" style="position:absolute;margin-left:-1.25pt;margin-top:-16.25pt;width:610.5pt;height:52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" fillcolor="#f4f4f4" stroked="f" strokeweight="2pt">
              <w10:wrap anchorx="page"/>
            </v:rect>
          </w:pict>
        </mc:Fallback>
      </mc:AlternateContent>
    </w:r>
  </w:p>
  <w:p w14:paraId="6B2F40EE" w14:textId="77777777" w:rsidR="00870D37" w:rsidRPr="008C5209" w:rsidRDefault="00870D37" w:rsidP="00220127">
    <w:pPr>
      <w:pStyle w:val="Kopfzeile"/>
      <w:ind w:right="-720"/>
      <w:jc w:val="right"/>
      <w:rPr>
        <w:rFonts w:ascii="Arial" w:hAnsi="Arial"/>
        <w:color w:val="FFFFFF"/>
        <w:sz w:val="32"/>
        <w:szCs w:val="32"/>
      </w:rPr>
    </w:pPr>
  </w:p>
  <w:p w14:paraId="0EDACF78" w14:textId="77777777" w:rsidR="00870D37" w:rsidRDefault="00870D37" w:rsidP="00F36C99">
    <w:pPr>
      <w:pStyle w:val="Kopfzeile"/>
      <w:spacing w:before="10" w:after="10" w:line="276" w:lineRule="auto"/>
      <w:ind w:right="-720"/>
      <w:jc w:val="right"/>
      <w:rPr>
        <w:rFonts w:ascii="Arial" w:hAnsi="Arial"/>
        <w:color w:val="EEB111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294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embedSystemFonts/>
  <w:proofState w:spelling="clean" w:grammar="clean"/>
  <w:attachedTemplate r:id="rId1"/>
  <w:defaultTabStop w:val="720"/>
  <w:hyphenationZone w:val="425"/>
  <w:drawingGridHorizontalSpacing w:val="119"/>
  <w:drawingGridVerticalSpacing w:val="164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DE"/>
    <w:rsid w:val="00006C61"/>
    <w:rsid w:val="0001184B"/>
    <w:rsid w:val="00012CAE"/>
    <w:rsid w:val="0002330A"/>
    <w:rsid w:val="0002476E"/>
    <w:rsid w:val="0003467B"/>
    <w:rsid w:val="00037B1F"/>
    <w:rsid w:val="00041628"/>
    <w:rsid w:val="000418C2"/>
    <w:rsid w:val="0004366F"/>
    <w:rsid w:val="00073328"/>
    <w:rsid w:val="00082B13"/>
    <w:rsid w:val="000872FF"/>
    <w:rsid w:val="00091CFC"/>
    <w:rsid w:val="0009234C"/>
    <w:rsid w:val="00096B9D"/>
    <w:rsid w:val="000A3E9F"/>
    <w:rsid w:val="000B10F4"/>
    <w:rsid w:val="000B5413"/>
    <w:rsid w:val="000C0102"/>
    <w:rsid w:val="000C3C4C"/>
    <w:rsid w:val="000C6429"/>
    <w:rsid w:val="000D117E"/>
    <w:rsid w:val="000D7B05"/>
    <w:rsid w:val="000F09A9"/>
    <w:rsid w:val="000F50B9"/>
    <w:rsid w:val="0010107F"/>
    <w:rsid w:val="001044B2"/>
    <w:rsid w:val="00105D3C"/>
    <w:rsid w:val="001149A4"/>
    <w:rsid w:val="001269F8"/>
    <w:rsid w:val="00127814"/>
    <w:rsid w:val="00130BEA"/>
    <w:rsid w:val="0014648C"/>
    <w:rsid w:val="00163F32"/>
    <w:rsid w:val="001732E2"/>
    <w:rsid w:val="00177523"/>
    <w:rsid w:val="001855FB"/>
    <w:rsid w:val="00187E48"/>
    <w:rsid w:val="00191FDD"/>
    <w:rsid w:val="001A276A"/>
    <w:rsid w:val="001A2C39"/>
    <w:rsid w:val="001A5950"/>
    <w:rsid w:val="001B6BA0"/>
    <w:rsid w:val="001C7D7D"/>
    <w:rsid w:val="001D47AE"/>
    <w:rsid w:val="001D71E9"/>
    <w:rsid w:val="001E495F"/>
    <w:rsid w:val="0021108A"/>
    <w:rsid w:val="00211CAC"/>
    <w:rsid w:val="0021353A"/>
    <w:rsid w:val="00213BC9"/>
    <w:rsid w:val="00215BCA"/>
    <w:rsid w:val="00215D7B"/>
    <w:rsid w:val="00220127"/>
    <w:rsid w:val="00220EA2"/>
    <w:rsid w:val="002216B6"/>
    <w:rsid w:val="00224510"/>
    <w:rsid w:val="00232E52"/>
    <w:rsid w:val="00234742"/>
    <w:rsid w:val="002377E8"/>
    <w:rsid w:val="00247FF4"/>
    <w:rsid w:val="002615A6"/>
    <w:rsid w:val="00265C21"/>
    <w:rsid w:val="00267859"/>
    <w:rsid w:val="0027013A"/>
    <w:rsid w:val="002721E6"/>
    <w:rsid w:val="002751AA"/>
    <w:rsid w:val="002811A7"/>
    <w:rsid w:val="00283421"/>
    <w:rsid w:val="00283663"/>
    <w:rsid w:val="00293F3A"/>
    <w:rsid w:val="00294467"/>
    <w:rsid w:val="002A070C"/>
    <w:rsid w:val="002A1B4F"/>
    <w:rsid w:val="002A4D14"/>
    <w:rsid w:val="002B2158"/>
    <w:rsid w:val="002B32F1"/>
    <w:rsid w:val="002B65A9"/>
    <w:rsid w:val="002D218E"/>
    <w:rsid w:val="002E2BC8"/>
    <w:rsid w:val="002E2FB6"/>
    <w:rsid w:val="002E5E21"/>
    <w:rsid w:val="002F29C4"/>
    <w:rsid w:val="002F4B1D"/>
    <w:rsid w:val="00305554"/>
    <w:rsid w:val="0031325E"/>
    <w:rsid w:val="00313F6E"/>
    <w:rsid w:val="003163AA"/>
    <w:rsid w:val="0031669C"/>
    <w:rsid w:val="0032173B"/>
    <w:rsid w:val="003217F4"/>
    <w:rsid w:val="00327EDB"/>
    <w:rsid w:val="00340920"/>
    <w:rsid w:val="00346AEA"/>
    <w:rsid w:val="003507A9"/>
    <w:rsid w:val="00351A68"/>
    <w:rsid w:val="00353911"/>
    <w:rsid w:val="00355294"/>
    <w:rsid w:val="0035637B"/>
    <w:rsid w:val="003609F8"/>
    <w:rsid w:val="00363113"/>
    <w:rsid w:val="00366FA9"/>
    <w:rsid w:val="00371667"/>
    <w:rsid w:val="003779E7"/>
    <w:rsid w:val="003801D4"/>
    <w:rsid w:val="0038352E"/>
    <w:rsid w:val="00393262"/>
    <w:rsid w:val="0039761D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6648"/>
    <w:rsid w:val="003C71CF"/>
    <w:rsid w:val="003D35E3"/>
    <w:rsid w:val="003E1418"/>
    <w:rsid w:val="003E2C2E"/>
    <w:rsid w:val="003F1044"/>
    <w:rsid w:val="003F134C"/>
    <w:rsid w:val="003F5E34"/>
    <w:rsid w:val="00400900"/>
    <w:rsid w:val="0040632B"/>
    <w:rsid w:val="00412292"/>
    <w:rsid w:val="00412AC9"/>
    <w:rsid w:val="00413E95"/>
    <w:rsid w:val="00416269"/>
    <w:rsid w:val="0042458D"/>
    <w:rsid w:val="0043387D"/>
    <w:rsid w:val="00433A38"/>
    <w:rsid w:val="00441E7A"/>
    <w:rsid w:val="00444943"/>
    <w:rsid w:val="00447302"/>
    <w:rsid w:val="0046547D"/>
    <w:rsid w:val="0046616D"/>
    <w:rsid w:val="00471166"/>
    <w:rsid w:val="00482A23"/>
    <w:rsid w:val="00486106"/>
    <w:rsid w:val="004A0293"/>
    <w:rsid w:val="004A2EAA"/>
    <w:rsid w:val="004A6854"/>
    <w:rsid w:val="004B3595"/>
    <w:rsid w:val="004B7460"/>
    <w:rsid w:val="004B7B79"/>
    <w:rsid w:val="004C2A52"/>
    <w:rsid w:val="004C416B"/>
    <w:rsid w:val="004C4705"/>
    <w:rsid w:val="004C77DD"/>
    <w:rsid w:val="004C7A45"/>
    <w:rsid w:val="004C7DC9"/>
    <w:rsid w:val="004D399D"/>
    <w:rsid w:val="004D4E39"/>
    <w:rsid w:val="004E1C7F"/>
    <w:rsid w:val="004F0BDC"/>
    <w:rsid w:val="004F3A0A"/>
    <w:rsid w:val="004F7FEC"/>
    <w:rsid w:val="005022AD"/>
    <w:rsid w:val="00513E5B"/>
    <w:rsid w:val="00527B70"/>
    <w:rsid w:val="00536ED5"/>
    <w:rsid w:val="005378E1"/>
    <w:rsid w:val="0054571F"/>
    <w:rsid w:val="00545E45"/>
    <w:rsid w:val="00546E8A"/>
    <w:rsid w:val="005502C7"/>
    <w:rsid w:val="005578FF"/>
    <w:rsid w:val="0058661A"/>
    <w:rsid w:val="0058710D"/>
    <w:rsid w:val="00587A94"/>
    <w:rsid w:val="005A0FDB"/>
    <w:rsid w:val="005A23A0"/>
    <w:rsid w:val="005A4B01"/>
    <w:rsid w:val="005B07F9"/>
    <w:rsid w:val="005B4133"/>
    <w:rsid w:val="005C44F8"/>
    <w:rsid w:val="005C48E8"/>
    <w:rsid w:val="005C7305"/>
    <w:rsid w:val="005C7775"/>
    <w:rsid w:val="005D7617"/>
    <w:rsid w:val="005E06AE"/>
    <w:rsid w:val="005E5D90"/>
    <w:rsid w:val="005F0C86"/>
    <w:rsid w:val="005F3D0B"/>
    <w:rsid w:val="005F4AA3"/>
    <w:rsid w:val="005F6114"/>
    <w:rsid w:val="005F7DD6"/>
    <w:rsid w:val="006053E9"/>
    <w:rsid w:val="00607C8F"/>
    <w:rsid w:val="006103A4"/>
    <w:rsid w:val="0061068D"/>
    <w:rsid w:val="00610E3F"/>
    <w:rsid w:val="006112E8"/>
    <w:rsid w:val="00612FA3"/>
    <w:rsid w:val="0061580F"/>
    <w:rsid w:val="00616127"/>
    <w:rsid w:val="00617F10"/>
    <w:rsid w:val="00622524"/>
    <w:rsid w:val="00627126"/>
    <w:rsid w:val="006274D0"/>
    <w:rsid w:val="0063192D"/>
    <w:rsid w:val="00637E81"/>
    <w:rsid w:val="0064309C"/>
    <w:rsid w:val="006456AE"/>
    <w:rsid w:val="0065235A"/>
    <w:rsid w:val="00653C74"/>
    <w:rsid w:val="006643CB"/>
    <w:rsid w:val="00666779"/>
    <w:rsid w:val="006713DD"/>
    <w:rsid w:val="00686C79"/>
    <w:rsid w:val="006926B3"/>
    <w:rsid w:val="00694A6D"/>
    <w:rsid w:val="00694FE5"/>
    <w:rsid w:val="00697648"/>
    <w:rsid w:val="006A0908"/>
    <w:rsid w:val="006B2A9A"/>
    <w:rsid w:val="006C6B2E"/>
    <w:rsid w:val="006C7943"/>
    <w:rsid w:val="006D3CF8"/>
    <w:rsid w:val="006D5216"/>
    <w:rsid w:val="006E05C2"/>
    <w:rsid w:val="006E2F31"/>
    <w:rsid w:val="006F2B49"/>
    <w:rsid w:val="006F35CE"/>
    <w:rsid w:val="00705C43"/>
    <w:rsid w:val="0071332E"/>
    <w:rsid w:val="00722C27"/>
    <w:rsid w:val="007530F6"/>
    <w:rsid w:val="00754E7E"/>
    <w:rsid w:val="00756005"/>
    <w:rsid w:val="007605FA"/>
    <w:rsid w:val="00765F4E"/>
    <w:rsid w:val="00765F8C"/>
    <w:rsid w:val="00773A4C"/>
    <w:rsid w:val="007860B7"/>
    <w:rsid w:val="0078639E"/>
    <w:rsid w:val="00790F45"/>
    <w:rsid w:val="00796D45"/>
    <w:rsid w:val="007A2ACD"/>
    <w:rsid w:val="007B0EFE"/>
    <w:rsid w:val="007B2ADF"/>
    <w:rsid w:val="007B3233"/>
    <w:rsid w:val="007B60BD"/>
    <w:rsid w:val="007C481B"/>
    <w:rsid w:val="007C5005"/>
    <w:rsid w:val="007C7A35"/>
    <w:rsid w:val="007D26FD"/>
    <w:rsid w:val="007D7E77"/>
    <w:rsid w:val="007E1B1B"/>
    <w:rsid w:val="007F4506"/>
    <w:rsid w:val="00803BAD"/>
    <w:rsid w:val="0080454B"/>
    <w:rsid w:val="00810DE0"/>
    <w:rsid w:val="00813858"/>
    <w:rsid w:val="008141F4"/>
    <w:rsid w:val="00826427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62D4"/>
    <w:rsid w:val="008C3A35"/>
    <w:rsid w:val="008C5209"/>
    <w:rsid w:val="008C6E94"/>
    <w:rsid w:val="008D0202"/>
    <w:rsid w:val="008D52F2"/>
    <w:rsid w:val="008E02CD"/>
    <w:rsid w:val="008E1907"/>
    <w:rsid w:val="008F54A3"/>
    <w:rsid w:val="009115C1"/>
    <w:rsid w:val="00911FD9"/>
    <w:rsid w:val="00915178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613C"/>
    <w:rsid w:val="009666D5"/>
    <w:rsid w:val="00975493"/>
    <w:rsid w:val="009914F1"/>
    <w:rsid w:val="00995B68"/>
    <w:rsid w:val="009964DE"/>
    <w:rsid w:val="009A3032"/>
    <w:rsid w:val="009A55A6"/>
    <w:rsid w:val="009C3261"/>
    <w:rsid w:val="009C70AD"/>
    <w:rsid w:val="009C7FB2"/>
    <w:rsid w:val="009D2BE8"/>
    <w:rsid w:val="009F3D62"/>
    <w:rsid w:val="009F4133"/>
    <w:rsid w:val="00A01984"/>
    <w:rsid w:val="00A06D66"/>
    <w:rsid w:val="00A14D45"/>
    <w:rsid w:val="00A36D45"/>
    <w:rsid w:val="00A47E24"/>
    <w:rsid w:val="00A57BD4"/>
    <w:rsid w:val="00A60195"/>
    <w:rsid w:val="00A64022"/>
    <w:rsid w:val="00A64EC4"/>
    <w:rsid w:val="00A9365C"/>
    <w:rsid w:val="00A95437"/>
    <w:rsid w:val="00A95736"/>
    <w:rsid w:val="00A976A5"/>
    <w:rsid w:val="00AA1216"/>
    <w:rsid w:val="00AA2829"/>
    <w:rsid w:val="00AA2A43"/>
    <w:rsid w:val="00AA5C55"/>
    <w:rsid w:val="00AB3AE3"/>
    <w:rsid w:val="00AB50D8"/>
    <w:rsid w:val="00AB79D2"/>
    <w:rsid w:val="00AC09BA"/>
    <w:rsid w:val="00AC11E8"/>
    <w:rsid w:val="00AC20BD"/>
    <w:rsid w:val="00AC3A16"/>
    <w:rsid w:val="00AD0AD8"/>
    <w:rsid w:val="00AE148B"/>
    <w:rsid w:val="00AE6481"/>
    <w:rsid w:val="00AF391A"/>
    <w:rsid w:val="00B01F4B"/>
    <w:rsid w:val="00B0255A"/>
    <w:rsid w:val="00B02577"/>
    <w:rsid w:val="00B15BE6"/>
    <w:rsid w:val="00B252E8"/>
    <w:rsid w:val="00B30E7A"/>
    <w:rsid w:val="00B3440A"/>
    <w:rsid w:val="00B402B7"/>
    <w:rsid w:val="00B4058E"/>
    <w:rsid w:val="00B50461"/>
    <w:rsid w:val="00B64457"/>
    <w:rsid w:val="00B90755"/>
    <w:rsid w:val="00B92736"/>
    <w:rsid w:val="00B92C56"/>
    <w:rsid w:val="00B92CFE"/>
    <w:rsid w:val="00BA6826"/>
    <w:rsid w:val="00BB0312"/>
    <w:rsid w:val="00BB19B5"/>
    <w:rsid w:val="00BB25D3"/>
    <w:rsid w:val="00BB4455"/>
    <w:rsid w:val="00BC24E7"/>
    <w:rsid w:val="00BC3A1B"/>
    <w:rsid w:val="00BC6358"/>
    <w:rsid w:val="00BD71D0"/>
    <w:rsid w:val="00BE2B00"/>
    <w:rsid w:val="00BE3B69"/>
    <w:rsid w:val="00BE5BF8"/>
    <w:rsid w:val="00BE5DE2"/>
    <w:rsid w:val="00BE666D"/>
    <w:rsid w:val="00BF1DD5"/>
    <w:rsid w:val="00BF37F1"/>
    <w:rsid w:val="00C01690"/>
    <w:rsid w:val="00C02480"/>
    <w:rsid w:val="00C03880"/>
    <w:rsid w:val="00C03ADA"/>
    <w:rsid w:val="00C21E46"/>
    <w:rsid w:val="00C23A3B"/>
    <w:rsid w:val="00C24DBF"/>
    <w:rsid w:val="00C31391"/>
    <w:rsid w:val="00C33DB6"/>
    <w:rsid w:val="00C47F1D"/>
    <w:rsid w:val="00C558FE"/>
    <w:rsid w:val="00C57ACD"/>
    <w:rsid w:val="00C638D1"/>
    <w:rsid w:val="00C63EAF"/>
    <w:rsid w:val="00C6519E"/>
    <w:rsid w:val="00C70E00"/>
    <w:rsid w:val="00C71809"/>
    <w:rsid w:val="00C7597C"/>
    <w:rsid w:val="00C80F9A"/>
    <w:rsid w:val="00C817C9"/>
    <w:rsid w:val="00C823A2"/>
    <w:rsid w:val="00C84B2B"/>
    <w:rsid w:val="00C92C21"/>
    <w:rsid w:val="00C92C47"/>
    <w:rsid w:val="00C958B3"/>
    <w:rsid w:val="00CA3169"/>
    <w:rsid w:val="00CA4757"/>
    <w:rsid w:val="00CA4C8E"/>
    <w:rsid w:val="00CB791D"/>
    <w:rsid w:val="00CD3455"/>
    <w:rsid w:val="00CE188F"/>
    <w:rsid w:val="00CE7843"/>
    <w:rsid w:val="00CE7BB7"/>
    <w:rsid w:val="00CF01C7"/>
    <w:rsid w:val="00CF04B5"/>
    <w:rsid w:val="00CF403B"/>
    <w:rsid w:val="00CF7FC5"/>
    <w:rsid w:val="00D06CD0"/>
    <w:rsid w:val="00D21DEA"/>
    <w:rsid w:val="00D250E6"/>
    <w:rsid w:val="00D30967"/>
    <w:rsid w:val="00D30B9E"/>
    <w:rsid w:val="00D334D2"/>
    <w:rsid w:val="00D43CB0"/>
    <w:rsid w:val="00D45056"/>
    <w:rsid w:val="00D47414"/>
    <w:rsid w:val="00D47CD7"/>
    <w:rsid w:val="00D541DA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91568"/>
    <w:rsid w:val="00D91CF0"/>
    <w:rsid w:val="00D979CB"/>
    <w:rsid w:val="00DA66FE"/>
    <w:rsid w:val="00DC58C4"/>
    <w:rsid w:val="00DC60A0"/>
    <w:rsid w:val="00DE5CFA"/>
    <w:rsid w:val="00DF41BF"/>
    <w:rsid w:val="00E01807"/>
    <w:rsid w:val="00E04006"/>
    <w:rsid w:val="00E0465E"/>
    <w:rsid w:val="00E07F73"/>
    <w:rsid w:val="00E16158"/>
    <w:rsid w:val="00E32B47"/>
    <w:rsid w:val="00E35E7B"/>
    <w:rsid w:val="00E37C4D"/>
    <w:rsid w:val="00E465BC"/>
    <w:rsid w:val="00E55049"/>
    <w:rsid w:val="00E56D0B"/>
    <w:rsid w:val="00E627AF"/>
    <w:rsid w:val="00E63380"/>
    <w:rsid w:val="00E70795"/>
    <w:rsid w:val="00E72CDE"/>
    <w:rsid w:val="00E74974"/>
    <w:rsid w:val="00E953BF"/>
    <w:rsid w:val="00E95EFF"/>
    <w:rsid w:val="00EA7591"/>
    <w:rsid w:val="00EB1000"/>
    <w:rsid w:val="00EB4CE9"/>
    <w:rsid w:val="00EC3044"/>
    <w:rsid w:val="00EC479A"/>
    <w:rsid w:val="00ED70D3"/>
    <w:rsid w:val="00EE1C16"/>
    <w:rsid w:val="00EE33D2"/>
    <w:rsid w:val="00EF771C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101F"/>
    <w:rsid w:val="00F61E29"/>
    <w:rsid w:val="00F62C6C"/>
    <w:rsid w:val="00F7188A"/>
    <w:rsid w:val="00F74ECB"/>
    <w:rsid w:val="00F757D3"/>
    <w:rsid w:val="00F81B4F"/>
    <w:rsid w:val="00F86B3B"/>
    <w:rsid w:val="00F94B69"/>
    <w:rsid w:val="00F94E58"/>
    <w:rsid w:val="00F96246"/>
    <w:rsid w:val="00FA3772"/>
    <w:rsid w:val="00FA660D"/>
    <w:rsid w:val="00FA7601"/>
    <w:rsid w:val="00FB0DA8"/>
    <w:rsid w:val="00FB146B"/>
    <w:rsid w:val="00FB4CB7"/>
    <w:rsid w:val="00FB613D"/>
    <w:rsid w:val="00FB65D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01C"/>
    <w:rsid w:val="00FE4688"/>
    <w:rsid w:val="00FF2C71"/>
    <w:rsid w:val="00F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394186"/>
  <w14:defaultImageDpi w14:val="300"/>
  <w15:docId w15:val="{4E4424AA-9A70-A94A-9C7D-9EEFC806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  <w:lang w:bidi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413E95"/>
    <w:rPr>
      <w:rFonts w:ascii="Arial" w:eastAsia="MS Gothic" w:hAnsi="Arial" w:cs="Times New Roman"/>
      <w:b/>
      <w:bCs/>
      <w:color w:val="000000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uiPriority w:val="99"/>
    <w:rsid w:val="00AC20BD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E72CDE"/>
    <w:rPr>
      <w:i/>
      <w:iCs/>
    </w:rPr>
  </w:style>
  <w:style w:type="character" w:styleId="Fett">
    <w:name w:val="Strong"/>
    <w:basedOn w:val="Absatz-Standardschriftart"/>
    <w:uiPriority w:val="22"/>
    <w:qFormat/>
    <w:rsid w:val="00E72CDE"/>
    <w:rPr>
      <w:b/>
      <w:bCs/>
    </w:rPr>
  </w:style>
  <w:style w:type="paragraph" w:customStyle="1" w:styleId="rtecenter">
    <w:name w:val="rtecenter"/>
    <w:basedOn w:val="Standard"/>
    <w:rsid w:val="00E72CDE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opconpositioning.com/" TargetMode="External"/><Relationship Id="rId18" Type="http://schemas.openxmlformats.org/officeDocument/2006/relationships/hyperlink" Target="http://topconpositioning.com/de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facebook.com/TopconDE/?ref=h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pconpositioning.com/de/digital-layout-software" TargetMode="External"/><Relationship Id="rId17" Type="http://schemas.openxmlformats.org/officeDocument/2006/relationships/hyperlink" Target="http://global.topcon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TopconToday/" TargetMode="External"/><Relationship Id="rId20" Type="http://schemas.openxmlformats.org/officeDocument/2006/relationships/hyperlink" Target="https://twitter.com/topcon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twitter.com/topcon_today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yperlink" Target="https://www.linkedin.com/company/topcon-deutschland-positioning-gm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topcon-positioning-group/" TargetMode="External"/><Relationship Id="rId22" Type="http://schemas.openxmlformats.org/officeDocument/2006/relationships/hyperlink" Target="https://www.instagram.com/topcon_de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jkirchner@topcon.com" TargetMode="External"/><Relationship Id="rId3" Type="http://schemas.openxmlformats.org/officeDocument/2006/relationships/hyperlink" Target="mailto:sstern@wyynot.de" TargetMode="External"/><Relationship Id="rId7" Type="http://schemas.openxmlformats.org/officeDocument/2006/relationships/hyperlink" Target="http://www.topconpositioning.de" TargetMode="External"/><Relationship Id="rId2" Type="http://schemas.openxmlformats.org/officeDocument/2006/relationships/hyperlink" Target="http://www.wyynot.de" TargetMode="External"/><Relationship Id="rId1" Type="http://schemas.openxmlformats.org/officeDocument/2006/relationships/hyperlink" Target="mailto:sstern@wyynot.de" TargetMode="External"/><Relationship Id="rId6" Type="http://schemas.openxmlformats.org/officeDocument/2006/relationships/hyperlink" Target="mailto:tdp-info@topcon.com" TargetMode="External"/><Relationship Id="rId5" Type="http://schemas.openxmlformats.org/officeDocument/2006/relationships/hyperlink" Target="mailto:jkirchner@topcon.com" TargetMode="External"/><Relationship Id="rId10" Type="http://schemas.openxmlformats.org/officeDocument/2006/relationships/hyperlink" Target="http://www.topconpositioning.de" TargetMode="External"/><Relationship Id="rId4" Type="http://schemas.openxmlformats.org/officeDocument/2006/relationships/hyperlink" Target="http://www.wyynot.de" TargetMode="External"/><Relationship Id="rId9" Type="http://schemas.openxmlformats.org/officeDocument/2006/relationships/hyperlink" Target="mailto:tdp-info@topcon.com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http://www.topconpositioning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http://www.topconposition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aren/wyynot%20Dropbox/Jobs/Topcon/Pressearbeit/04_Presseinfos/_Word-Vorlagen/_TDP-Vorlage-OFFIZIELL-glob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6B72A7-B61E-BA4B-B34F-4C1324C4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_TDP-Vorlage-OFFIZIELL-global.dotx</Template>
  <TotalTime>0</TotalTime>
  <Pages>2</Pages>
  <Words>627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4572</CharactersWithSpaces>
  <SharedDoc>false</SharedDoc>
  <HyperlinkBase/>
  <HLinks>
    <vt:vector size="102" baseType="variant">
      <vt:variant>
        <vt:i4>1245307</vt:i4>
      </vt:variant>
      <vt:variant>
        <vt:i4>27</vt:i4>
      </vt:variant>
      <vt:variant>
        <vt:i4>0</vt:i4>
      </vt:variant>
      <vt:variant>
        <vt:i4>5</vt:i4>
      </vt:variant>
      <vt:variant>
        <vt:lpwstr>https://www.instagram.com/topcon_de/</vt:lpwstr>
      </vt:variant>
      <vt:variant>
        <vt:lpwstr/>
      </vt:variant>
      <vt:variant>
        <vt:i4>1704006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https://www.facebook.com/TopconDE/?ref=hl</vt:lpwstr>
      </vt:variant>
      <vt:variant>
        <vt:lpwstr/>
      </vt:variant>
      <vt:variant>
        <vt:i4>1966170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https://twitter.com/topconde</vt:lpwstr>
      </vt:variant>
      <vt:variant>
        <vt:lpwstr/>
      </vt:variant>
      <vt:variant>
        <vt:i4>262144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https://www.linkedin.com/company/topcon-deutschland-positioning-gmbh</vt:lpwstr>
      </vt:variant>
      <vt:variant>
        <vt:lpwstr/>
      </vt:variant>
      <vt:variant>
        <vt:i4>2752634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https://www.topconpositioning.com/de-de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4456522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6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7602290</vt:i4>
      </vt:variant>
      <vt:variant>
        <vt:i4>3</vt:i4>
      </vt:variant>
      <vt:variant>
        <vt:i4>0</vt:i4>
      </vt:variant>
      <vt:variant>
        <vt:i4>5</vt:i4>
      </vt:variant>
      <vt:variant>
        <vt:lpwstr>https://www.linkedin.com/company/topcon-positioning-group/</vt:lpwstr>
      </vt:variant>
      <vt:variant>
        <vt:lpwstr/>
      </vt:variant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5767196</vt:i4>
      </vt:variant>
      <vt:variant>
        <vt:i4>18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3407903</vt:i4>
      </vt:variant>
      <vt:variant>
        <vt:i4>15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http://www.topconpositioning.de/</vt:lpwstr>
      </vt:variant>
      <vt:variant>
        <vt:lpwstr/>
      </vt:variant>
      <vt:variant>
        <vt:i4>4522024</vt:i4>
      </vt:variant>
      <vt:variant>
        <vt:i4>9</vt:i4>
      </vt:variant>
      <vt:variant>
        <vt:i4>0</vt:i4>
      </vt:variant>
      <vt:variant>
        <vt:i4>5</vt:i4>
      </vt:variant>
      <vt:variant>
        <vt:lpwstr>mailto:tdp-info@topcon.com</vt:lpwstr>
      </vt:variant>
      <vt:variant>
        <vt:lpwstr/>
      </vt:variant>
      <vt:variant>
        <vt:i4>3407903</vt:i4>
      </vt:variant>
      <vt:variant>
        <vt:i4>6</vt:i4>
      </vt:variant>
      <vt:variant>
        <vt:i4>0</vt:i4>
      </vt:variant>
      <vt:variant>
        <vt:i4>5</vt:i4>
      </vt:variant>
      <vt:variant>
        <vt:lpwstr>mailto:jkirchner@topcon.com</vt:lpwstr>
      </vt:variant>
      <vt:variant>
        <vt:lpwstr/>
      </vt:variant>
      <vt:variant>
        <vt:i4>65623</vt:i4>
      </vt:variant>
      <vt:variant>
        <vt:i4>3</vt:i4>
      </vt:variant>
      <vt:variant>
        <vt:i4>0</vt:i4>
      </vt:variant>
      <vt:variant>
        <vt:i4>5</vt:i4>
      </vt:variant>
      <vt:variant>
        <vt:lpwstr>http://www.wyynot.de/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mailto:winkle@wyynot.de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keywords/>
  <dc:description/>
  <cp:lastModifiedBy>Karen Dörflinger</cp:lastModifiedBy>
  <cp:revision>6</cp:revision>
  <cp:lastPrinted>2018-03-13T09:10:00Z</cp:lastPrinted>
  <dcterms:created xsi:type="dcterms:W3CDTF">2023-07-12T07:26:00Z</dcterms:created>
  <dcterms:modified xsi:type="dcterms:W3CDTF">2023-07-20T16:55:00Z</dcterms:modified>
  <cp:category/>
</cp:coreProperties>
</file>